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2F40" w:rsidRPr="00B81000" w:rsidRDefault="00052F40" w:rsidP="0037121A">
      <w:pPr>
        <w:spacing w:line="600" w:lineRule="exact"/>
        <w:jc w:val="center"/>
        <w:rPr>
          <w:rFonts w:ascii="宋体"/>
          <w:b/>
          <w:bCs/>
          <w:sz w:val="36"/>
          <w:szCs w:val="36"/>
        </w:rPr>
      </w:pPr>
      <w:bookmarkStart w:id="0" w:name="_Toc313535677"/>
      <w:r w:rsidRPr="00B81000">
        <w:rPr>
          <w:rFonts w:ascii="宋体" w:hAnsi="宋体" w:hint="eastAsia"/>
          <w:b/>
          <w:bCs/>
          <w:sz w:val="36"/>
          <w:szCs w:val="36"/>
        </w:rPr>
        <w:t>中国科学院大学研究生学位论文</w:t>
      </w:r>
      <w:bookmarkEnd w:id="0"/>
      <w:r w:rsidRPr="00B81000">
        <w:rPr>
          <w:rFonts w:ascii="宋体" w:hAnsi="宋体" w:hint="eastAsia"/>
          <w:b/>
          <w:bCs/>
          <w:sz w:val="36"/>
          <w:szCs w:val="36"/>
        </w:rPr>
        <w:t>撰写规定</w:t>
      </w:r>
    </w:p>
    <w:p w:rsidR="00052F40" w:rsidRPr="0080483A" w:rsidRDefault="00052F40" w:rsidP="0037121A">
      <w:pPr>
        <w:spacing w:before="50" w:line="600" w:lineRule="exact"/>
        <w:ind w:firstLineChars="202" w:firstLine="646"/>
        <w:rPr>
          <w:rFonts w:ascii="仿宋_GB2312" w:eastAsia="仿宋_GB2312"/>
          <w:color w:val="000000"/>
          <w:kern w:val="0"/>
          <w:sz w:val="32"/>
          <w:szCs w:val="32"/>
        </w:rPr>
      </w:pPr>
    </w:p>
    <w:p w:rsidR="00052F40" w:rsidRPr="00B81000" w:rsidRDefault="00052F40" w:rsidP="00B81000">
      <w:pPr>
        <w:spacing w:before="50" w:line="600" w:lineRule="exact"/>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学位论文是研究生科研工作成果的集中体现，是评判学位申请者学术水平、授予其学位的主要依据，是科研领域重要的文献资料。根据《科学技术报告、学位论文和学术论文的编写格式》（</w:t>
      </w:r>
      <w:r w:rsidRPr="00B81000">
        <w:rPr>
          <w:rFonts w:ascii="仿宋_GB2312" w:eastAsia="仿宋_GB2312" w:hAnsi="宋体"/>
          <w:color w:val="000000"/>
          <w:kern w:val="0"/>
          <w:sz w:val="32"/>
          <w:szCs w:val="32"/>
        </w:rPr>
        <w:t>GB/T 7713-1987</w:t>
      </w:r>
      <w:r w:rsidRPr="00B81000">
        <w:rPr>
          <w:rFonts w:ascii="仿宋_GB2312" w:eastAsia="仿宋_GB2312" w:hAnsi="宋体" w:hint="eastAsia"/>
          <w:color w:val="000000"/>
          <w:kern w:val="0"/>
          <w:sz w:val="32"/>
          <w:szCs w:val="32"/>
        </w:rPr>
        <w:t>）、《学位论文编写规则》（</w:t>
      </w:r>
      <w:r w:rsidRPr="00B81000">
        <w:rPr>
          <w:rFonts w:ascii="仿宋_GB2312" w:eastAsia="仿宋_GB2312" w:hAnsi="宋体"/>
          <w:color w:val="000000"/>
          <w:kern w:val="0"/>
          <w:sz w:val="32"/>
          <w:szCs w:val="32"/>
        </w:rPr>
        <w:t>GB/T 7713.1-2006</w:t>
      </w:r>
      <w:r w:rsidRPr="00B81000">
        <w:rPr>
          <w:rFonts w:ascii="仿宋_GB2312" w:eastAsia="仿宋_GB2312" w:hAnsi="宋体" w:hint="eastAsia"/>
          <w:color w:val="000000"/>
          <w:kern w:val="0"/>
          <w:sz w:val="32"/>
          <w:szCs w:val="32"/>
        </w:rPr>
        <w:t>）和《文后参考文献著录规则》（</w:t>
      </w:r>
      <w:r w:rsidRPr="00B81000">
        <w:rPr>
          <w:rFonts w:ascii="仿宋_GB2312" w:eastAsia="仿宋_GB2312" w:hAnsi="宋体"/>
          <w:color w:val="000000"/>
          <w:kern w:val="0"/>
          <w:sz w:val="32"/>
          <w:szCs w:val="32"/>
        </w:rPr>
        <w:t>GB7714</w:t>
      </w:r>
      <w:r w:rsidRPr="00B81000">
        <w:rPr>
          <w:rFonts w:ascii="仿宋_GB2312" w:eastAsia="仿宋_GB2312" w:hAnsi="宋体"/>
          <w:color w:val="000000"/>
          <w:kern w:val="0"/>
          <w:sz w:val="32"/>
          <w:szCs w:val="32"/>
        </w:rPr>
        <w:t>—</w:t>
      </w:r>
      <w:r w:rsidRPr="00B81000">
        <w:rPr>
          <w:rFonts w:ascii="仿宋_GB2312" w:eastAsia="仿宋_GB2312" w:hAnsi="宋体"/>
          <w:color w:val="000000"/>
          <w:kern w:val="0"/>
          <w:sz w:val="32"/>
          <w:szCs w:val="32"/>
        </w:rPr>
        <w:t>87</w:t>
      </w:r>
      <w:r w:rsidRPr="00B81000">
        <w:rPr>
          <w:rFonts w:ascii="仿宋_GB2312" w:eastAsia="仿宋_GB2312" w:hAnsi="宋体" w:hint="eastAsia"/>
          <w:color w:val="000000"/>
          <w:kern w:val="0"/>
          <w:sz w:val="32"/>
          <w:szCs w:val="32"/>
        </w:rPr>
        <w:t>）等国家有关标准，结合中国科学院大学（以下简称“国科大”）的实际情况，特制订本规定。</w:t>
      </w:r>
    </w:p>
    <w:p w:rsidR="00052F40" w:rsidRPr="00B81000" w:rsidRDefault="00052F40" w:rsidP="0037121A">
      <w:pPr>
        <w:widowControl/>
        <w:tabs>
          <w:tab w:val="num" w:pos="1271"/>
        </w:tabs>
        <w:spacing w:line="600" w:lineRule="exact"/>
        <w:ind w:left="551"/>
        <w:jc w:val="left"/>
        <w:rPr>
          <w:rFonts w:ascii="仿宋_GB2312" w:eastAsia="仿宋_GB2312" w:hAnsi="宋体"/>
          <w:b/>
          <w:color w:val="000000"/>
          <w:kern w:val="0"/>
          <w:sz w:val="32"/>
          <w:szCs w:val="32"/>
        </w:rPr>
      </w:pPr>
      <w:r w:rsidRPr="00B81000">
        <w:rPr>
          <w:rFonts w:ascii="仿宋_GB2312" w:eastAsia="仿宋_GB2312" w:hAnsi="宋体" w:hint="eastAsia"/>
          <w:b/>
          <w:color w:val="000000"/>
          <w:kern w:val="0"/>
          <w:sz w:val="32"/>
          <w:szCs w:val="32"/>
        </w:rPr>
        <w:t>一、学位论文的一般要求</w:t>
      </w:r>
    </w:p>
    <w:p w:rsidR="00052F40" w:rsidRPr="00B81000" w:rsidRDefault="00052F40" w:rsidP="00B81000">
      <w:pPr>
        <w:spacing w:before="50" w:line="600" w:lineRule="exact"/>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学位论文必须是一篇（或由一组论文组成的一篇）系统的、完整的学术论文。学位论文应是学位申请者本人在导师的指导下独立完成的研究成果，除论文中已经注明引用的内容外，不得抄袭和剽窃他人成果。对学位论文研究做出重要贡献的个人和集体，均应在文中以明确方式标明。学位论文的学术观点必须明确，且立论正确，推理严谨，数据可靠，层次分明，文字正确、语言通畅，表述清晰，图、表、公式、单位等符合规范要求。</w:t>
      </w:r>
    </w:p>
    <w:p w:rsidR="00052F40" w:rsidRPr="00B81000" w:rsidRDefault="00052F40" w:rsidP="0037121A">
      <w:pPr>
        <w:widowControl/>
        <w:tabs>
          <w:tab w:val="num" w:pos="1271"/>
        </w:tabs>
        <w:spacing w:line="600" w:lineRule="exact"/>
        <w:ind w:left="551"/>
        <w:jc w:val="left"/>
        <w:rPr>
          <w:rFonts w:ascii="仿宋_GB2312" w:eastAsia="仿宋_GB2312" w:hAnsi="宋体"/>
          <w:b/>
          <w:color w:val="000000"/>
          <w:kern w:val="0"/>
          <w:sz w:val="32"/>
          <w:szCs w:val="32"/>
        </w:rPr>
      </w:pPr>
      <w:r w:rsidRPr="00B81000">
        <w:rPr>
          <w:rFonts w:ascii="仿宋_GB2312" w:eastAsia="仿宋_GB2312" w:hAnsi="宋体" w:hint="eastAsia"/>
          <w:b/>
          <w:color w:val="000000"/>
          <w:kern w:val="0"/>
          <w:sz w:val="32"/>
          <w:szCs w:val="32"/>
        </w:rPr>
        <w:t>二、学位论文的水平要求</w:t>
      </w:r>
    </w:p>
    <w:p w:rsidR="00052F40" w:rsidRPr="00B81000" w:rsidRDefault="00052F40" w:rsidP="00B81000">
      <w:pPr>
        <w:spacing w:before="50" w:line="600" w:lineRule="exact"/>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硕士学位论文要选择在基础学科或应用学科中有价值的课题，对所研究的课题有新的见解，并能表明作者在本门学科上掌握了坚实的基础理论和系统的专门知识，具有从事科学研究工作或独立担负专门技术工作的能力。</w:t>
      </w:r>
    </w:p>
    <w:p w:rsidR="00052F40" w:rsidRPr="00B81000" w:rsidRDefault="00052F40" w:rsidP="00B81000">
      <w:pPr>
        <w:spacing w:before="50" w:line="600" w:lineRule="exact"/>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博士学位论文要选择在国际上属于学科前沿的课题或对国家经济建设和社会发展有重要意义的课题，要突出论文在科学和专门技术上的创新性和先进性，并能表明作者在本门学科领域掌握了坚实宽广的基础理论和系统深入的专门知识，具有独立从事科学研究工作的能力。</w:t>
      </w:r>
      <w:r w:rsidRPr="00B81000">
        <w:rPr>
          <w:rFonts w:ascii="仿宋_GB2312" w:eastAsia="仿宋_GB2312" w:hAnsi="宋体"/>
          <w:color w:val="000000"/>
          <w:kern w:val="0"/>
          <w:sz w:val="32"/>
          <w:szCs w:val="32"/>
        </w:rPr>
        <w:t xml:space="preserve"> </w:t>
      </w:r>
    </w:p>
    <w:p w:rsidR="00052F40" w:rsidRPr="00B81000" w:rsidRDefault="00052F40" w:rsidP="0037121A">
      <w:pPr>
        <w:widowControl/>
        <w:tabs>
          <w:tab w:val="num" w:pos="1271"/>
        </w:tabs>
        <w:spacing w:line="600" w:lineRule="exact"/>
        <w:ind w:left="551"/>
        <w:jc w:val="left"/>
        <w:rPr>
          <w:rFonts w:ascii="仿宋_GB2312" w:eastAsia="仿宋_GB2312" w:hAnsi="宋体"/>
          <w:b/>
          <w:color w:val="000000"/>
          <w:kern w:val="0"/>
          <w:sz w:val="32"/>
          <w:szCs w:val="32"/>
        </w:rPr>
      </w:pPr>
      <w:r w:rsidRPr="00B81000">
        <w:rPr>
          <w:rFonts w:ascii="仿宋_GB2312" w:eastAsia="仿宋_GB2312" w:hAnsi="宋体" w:hint="eastAsia"/>
          <w:b/>
          <w:color w:val="000000"/>
          <w:kern w:val="0"/>
          <w:sz w:val="32"/>
          <w:szCs w:val="32"/>
        </w:rPr>
        <w:t>三、撰写学位论文的语言及文字</w:t>
      </w:r>
    </w:p>
    <w:p w:rsidR="00052F40" w:rsidRPr="00B81000" w:rsidRDefault="00052F40" w:rsidP="00B81000">
      <w:pPr>
        <w:spacing w:before="50" w:line="600" w:lineRule="exact"/>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除外国来华留学生及外语专业研究生外，研究生学位论文一般应采用国家正式公布实施的简化汉字撰写；应采用国家法定的计量单位。学位论文中采用的术语、符号、代号在全文中必须统一，并符合规范化的要求。</w:t>
      </w:r>
    </w:p>
    <w:p w:rsidR="00052F40" w:rsidRPr="00B81000" w:rsidRDefault="00052F40" w:rsidP="00B81000">
      <w:pPr>
        <w:spacing w:before="50" w:line="600" w:lineRule="exact"/>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外国来华留学生可用中文或英文撰写学位论文，但须采用中文封面，且应有详细的中文摘要。外语专业的学位论文等应用所学专业相应的语言撰写，摘要应使用中文和所学专业相应的语言对照撰写。</w:t>
      </w:r>
    </w:p>
    <w:p w:rsidR="00052F40" w:rsidRPr="00B81000" w:rsidRDefault="00052F40" w:rsidP="00B81000">
      <w:pPr>
        <w:spacing w:before="50" w:line="600" w:lineRule="exact"/>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为了便于国际合作与交流，学位论文亦可有英文或其它文字的副本。</w:t>
      </w:r>
    </w:p>
    <w:p w:rsidR="00052F40" w:rsidRPr="00B81000" w:rsidRDefault="00052F40" w:rsidP="0037121A">
      <w:pPr>
        <w:widowControl/>
        <w:tabs>
          <w:tab w:val="num" w:pos="1271"/>
        </w:tabs>
        <w:spacing w:line="600" w:lineRule="exact"/>
        <w:ind w:left="551"/>
        <w:jc w:val="left"/>
        <w:rPr>
          <w:rFonts w:ascii="仿宋_GB2312" w:eastAsia="仿宋_GB2312" w:hAnsi="宋体"/>
          <w:b/>
          <w:color w:val="000000"/>
          <w:kern w:val="0"/>
          <w:sz w:val="32"/>
          <w:szCs w:val="32"/>
        </w:rPr>
      </w:pPr>
      <w:r w:rsidRPr="00B81000">
        <w:rPr>
          <w:rFonts w:ascii="仿宋_GB2312" w:eastAsia="仿宋_GB2312" w:hAnsi="宋体" w:hint="eastAsia"/>
          <w:b/>
          <w:color w:val="000000"/>
          <w:kern w:val="0"/>
          <w:sz w:val="32"/>
          <w:szCs w:val="32"/>
        </w:rPr>
        <w:t>四、学位论文的主要组成部分</w:t>
      </w:r>
    </w:p>
    <w:p w:rsidR="00052F40" w:rsidRPr="00B81000" w:rsidRDefault="00052F40" w:rsidP="00B81000">
      <w:pPr>
        <w:spacing w:before="50" w:line="600" w:lineRule="exact"/>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学位论文一般由以下几个部分组成：中文封面、英文封面、致谢、中文摘要、英文摘要（</w:t>
      </w:r>
      <w:r w:rsidRPr="00B81000">
        <w:rPr>
          <w:rFonts w:ascii="仿宋_GB2312" w:eastAsia="仿宋_GB2312" w:hAnsi="宋体"/>
          <w:color w:val="000000"/>
          <w:kern w:val="0"/>
          <w:sz w:val="32"/>
          <w:szCs w:val="32"/>
        </w:rPr>
        <w:t>Abstract</w:t>
      </w:r>
      <w:r w:rsidRPr="00B81000">
        <w:rPr>
          <w:rFonts w:ascii="仿宋_GB2312" w:eastAsia="仿宋_GB2312" w:hAnsi="宋体" w:hint="eastAsia"/>
          <w:color w:val="000000"/>
          <w:kern w:val="0"/>
          <w:sz w:val="32"/>
          <w:szCs w:val="32"/>
        </w:rPr>
        <w:t>）、目录、正文、参考文献、附录、作者简历及攻读学位期间发表的学术论文与研究成果。</w:t>
      </w:r>
    </w:p>
    <w:p w:rsidR="00052F40" w:rsidRPr="00B81000" w:rsidRDefault="00052F40" w:rsidP="00B81000">
      <w:pPr>
        <w:spacing w:before="50" w:line="600" w:lineRule="exact"/>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（一）学位论文题目应当简明扼要地概括和反映出论文的核心内容，一般不宜超过</w:t>
      </w:r>
      <w:r w:rsidRPr="00B81000">
        <w:rPr>
          <w:rFonts w:ascii="仿宋_GB2312" w:eastAsia="仿宋_GB2312" w:hAnsi="宋体"/>
          <w:color w:val="000000"/>
          <w:kern w:val="0"/>
          <w:sz w:val="32"/>
          <w:szCs w:val="32"/>
        </w:rPr>
        <w:t>25</w:t>
      </w:r>
      <w:r w:rsidRPr="00B81000">
        <w:rPr>
          <w:rFonts w:ascii="仿宋_GB2312" w:eastAsia="仿宋_GB2312" w:hAnsi="宋体" w:hint="eastAsia"/>
          <w:color w:val="000000"/>
          <w:kern w:val="0"/>
          <w:sz w:val="32"/>
          <w:szCs w:val="32"/>
        </w:rPr>
        <w:t>个汉字（符），英文题目一般不应超过</w:t>
      </w:r>
      <w:r w:rsidRPr="00B81000">
        <w:rPr>
          <w:rFonts w:ascii="仿宋_GB2312" w:eastAsia="仿宋_GB2312" w:hAnsi="宋体"/>
          <w:color w:val="000000"/>
          <w:kern w:val="0"/>
          <w:sz w:val="32"/>
          <w:szCs w:val="32"/>
        </w:rPr>
        <w:t>150</w:t>
      </w:r>
      <w:r w:rsidRPr="00B81000">
        <w:rPr>
          <w:rFonts w:ascii="仿宋_GB2312" w:eastAsia="仿宋_GB2312" w:hAnsi="宋体" w:hint="eastAsia"/>
          <w:color w:val="000000"/>
          <w:kern w:val="0"/>
          <w:sz w:val="32"/>
          <w:szCs w:val="32"/>
        </w:rPr>
        <w:t>个字母，必要时可加副标题。</w:t>
      </w:r>
    </w:p>
    <w:p w:rsidR="00052F40" w:rsidRPr="00B81000" w:rsidRDefault="00052F40" w:rsidP="00B81000">
      <w:pPr>
        <w:spacing w:before="50" w:line="600" w:lineRule="exact"/>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（二）论文摘要包括中文摘要和英文摘要（</w:t>
      </w:r>
      <w:r w:rsidRPr="00B81000">
        <w:rPr>
          <w:rFonts w:ascii="仿宋_GB2312" w:eastAsia="仿宋_GB2312" w:hAnsi="宋体"/>
          <w:color w:val="000000"/>
          <w:kern w:val="0"/>
          <w:sz w:val="32"/>
          <w:szCs w:val="32"/>
        </w:rPr>
        <w:t>Abstract</w:t>
      </w:r>
      <w:r w:rsidRPr="00B81000">
        <w:rPr>
          <w:rFonts w:ascii="仿宋_GB2312" w:eastAsia="仿宋_GB2312" w:hAnsi="宋体" w:hint="eastAsia"/>
          <w:color w:val="000000"/>
          <w:kern w:val="0"/>
          <w:sz w:val="32"/>
          <w:szCs w:val="32"/>
        </w:rPr>
        <w:t>）两部分。论文摘要应概括地反映出本论文的主要内容，主要说明本论文的研究目的、内容、方法、成果和结论。要突出本论文的创造性成果或新见解，不宜使用公式、图表，不标注引用文献。英文摘要（</w:t>
      </w:r>
      <w:r w:rsidRPr="00B81000">
        <w:rPr>
          <w:rFonts w:ascii="仿宋_GB2312" w:eastAsia="仿宋_GB2312" w:hAnsi="宋体"/>
          <w:color w:val="000000"/>
          <w:kern w:val="0"/>
          <w:sz w:val="32"/>
          <w:szCs w:val="32"/>
        </w:rPr>
        <w:t>Abstract</w:t>
      </w:r>
      <w:r w:rsidRPr="00B81000">
        <w:rPr>
          <w:rFonts w:ascii="仿宋_GB2312" w:eastAsia="仿宋_GB2312" w:hAnsi="宋体" w:hint="eastAsia"/>
          <w:color w:val="000000"/>
          <w:kern w:val="0"/>
          <w:sz w:val="32"/>
          <w:szCs w:val="32"/>
        </w:rPr>
        <w:t>）应与中文摘要内容相对应。</w:t>
      </w:r>
    </w:p>
    <w:p w:rsidR="00052F40" w:rsidRPr="00B81000" w:rsidRDefault="00052F40" w:rsidP="00B81000">
      <w:pPr>
        <w:spacing w:before="50" w:line="600" w:lineRule="exact"/>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摘要最后另起一行，注明本文的关键词（</w:t>
      </w:r>
      <w:r w:rsidRPr="00B81000">
        <w:rPr>
          <w:rFonts w:ascii="仿宋_GB2312" w:eastAsia="仿宋_GB2312" w:hAnsi="宋体"/>
          <w:color w:val="000000"/>
          <w:kern w:val="0"/>
          <w:sz w:val="32"/>
          <w:szCs w:val="32"/>
        </w:rPr>
        <w:t>3-5</w:t>
      </w:r>
      <w:r w:rsidRPr="00B81000">
        <w:rPr>
          <w:rFonts w:ascii="仿宋_GB2312" w:eastAsia="仿宋_GB2312" w:hAnsi="宋体" w:hint="eastAsia"/>
          <w:color w:val="000000"/>
          <w:kern w:val="0"/>
          <w:sz w:val="32"/>
          <w:szCs w:val="32"/>
        </w:rPr>
        <w:t>个），关键词是为了文献标引工作从论文中选取出来，用以表示全文主题内容信息的单词或术语。</w:t>
      </w:r>
    </w:p>
    <w:p w:rsidR="00052F40" w:rsidRPr="00B81000" w:rsidRDefault="00052F40" w:rsidP="00B81000">
      <w:pPr>
        <w:spacing w:before="50" w:line="600" w:lineRule="exact"/>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（三）正文是学位论文的主体，包括引言（或绪论）、论文主体及结论等部分。</w:t>
      </w:r>
    </w:p>
    <w:p w:rsidR="00052F40" w:rsidRPr="00B81000" w:rsidRDefault="00052F40" w:rsidP="00B81000">
      <w:pPr>
        <w:spacing w:before="50" w:line="600" w:lineRule="exact"/>
        <w:ind w:firstLineChars="202" w:firstLine="646"/>
        <w:rPr>
          <w:rFonts w:ascii="仿宋_GB2312" w:eastAsia="仿宋_GB2312" w:hAnsi="宋体"/>
          <w:color w:val="000000"/>
          <w:kern w:val="0"/>
          <w:sz w:val="32"/>
          <w:szCs w:val="32"/>
        </w:rPr>
      </w:pPr>
      <w:r w:rsidRPr="00B81000">
        <w:rPr>
          <w:rFonts w:ascii="仿宋_GB2312" w:eastAsia="仿宋_GB2312" w:hAnsi="宋体"/>
          <w:color w:val="000000"/>
          <w:kern w:val="0"/>
          <w:sz w:val="32"/>
          <w:szCs w:val="32"/>
        </w:rPr>
        <w:t>1.</w:t>
      </w:r>
      <w:r w:rsidRPr="00B81000">
        <w:rPr>
          <w:rFonts w:ascii="仿宋_GB2312" w:eastAsia="仿宋_GB2312" w:hAnsi="宋体" w:hint="eastAsia"/>
          <w:color w:val="000000"/>
          <w:kern w:val="0"/>
          <w:sz w:val="32"/>
          <w:szCs w:val="32"/>
        </w:rPr>
        <w:t>引言（或绪论）应包括选题的背景和意义，国内外相关研究成果述评，本论文所要解决的问题、所运用的主要理论和方法、基本思路和论文结构等。引言应独立成章，用足够的文字叙述，不与摘要雷同。</w:t>
      </w:r>
    </w:p>
    <w:p w:rsidR="00052F40" w:rsidRPr="00B81000" w:rsidRDefault="00052F40" w:rsidP="00B81000">
      <w:pPr>
        <w:spacing w:before="50" w:line="600" w:lineRule="exact"/>
        <w:ind w:firstLineChars="202" w:firstLine="646"/>
        <w:rPr>
          <w:rFonts w:ascii="仿宋_GB2312" w:eastAsia="仿宋_GB2312" w:hAnsi="宋体"/>
          <w:color w:val="000000"/>
          <w:kern w:val="0"/>
          <w:sz w:val="32"/>
          <w:szCs w:val="32"/>
        </w:rPr>
      </w:pPr>
      <w:r w:rsidRPr="00B81000">
        <w:rPr>
          <w:rFonts w:ascii="仿宋_GB2312" w:eastAsia="仿宋_GB2312" w:hAnsi="宋体"/>
          <w:color w:val="000000"/>
          <w:kern w:val="0"/>
          <w:sz w:val="32"/>
          <w:szCs w:val="32"/>
        </w:rPr>
        <w:t>2.</w:t>
      </w:r>
      <w:r w:rsidRPr="00B81000">
        <w:rPr>
          <w:rFonts w:ascii="仿宋_GB2312" w:eastAsia="仿宋_GB2312" w:hAnsi="宋体" w:hint="eastAsia"/>
          <w:color w:val="000000"/>
          <w:kern w:val="0"/>
          <w:sz w:val="32"/>
          <w:szCs w:val="32"/>
        </w:rPr>
        <w:t>论文主体由于涉及不同的学科，在选题、研究方法、结果表达方式等有很大的差异，不作统一的规定。但必须严格遵循本学科国际通行的学术规范，言之成理，论据可靠，实事求是，合乎逻辑，层次分明，简练可读。</w:t>
      </w:r>
    </w:p>
    <w:p w:rsidR="00052F40" w:rsidRPr="00B81000" w:rsidRDefault="00052F40" w:rsidP="00B81000">
      <w:pPr>
        <w:spacing w:before="50" w:line="600" w:lineRule="exact"/>
        <w:ind w:firstLineChars="202" w:firstLine="646"/>
        <w:rPr>
          <w:rFonts w:ascii="仿宋_GB2312" w:eastAsia="仿宋_GB2312" w:hAnsi="宋体"/>
          <w:color w:val="000000"/>
          <w:kern w:val="0"/>
          <w:sz w:val="32"/>
          <w:szCs w:val="32"/>
        </w:rPr>
      </w:pPr>
      <w:r w:rsidRPr="00B81000">
        <w:rPr>
          <w:rFonts w:ascii="仿宋_GB2312" w:eastAsia="仿宋_GB2312" w:hAnsi="宋体"/>
          <w:color w:val="000000"/>
          <w:kern w:val="0"/>
          <w:sz w:val="32"/>
          <w:szCs w:val="32"/>
        </w:rPr>
        <w:t>3.</w:t>
      </w:r>
      <w:r w:rsidRPr="00B81000">
        <w:rPr>
          <w:rFonts w:ascii="仿宋_GB2312" w:eastAsia="仿宋_GB2312" w:hAnsi="宋体" w:hint="eastAsia"/>
          <w:color w:val="000000"/>
          <w:kern w:val="0"/>
          <w:sz w:val="32"/>
          <w:szCs w:val="32"/>
        </w:rPr>
        <w:t>结论是对整个论文主要成果的总结，应明确、精炼、完整、准确。结论应明确指出本研究的创新点，对论文的学术价值和应用价值等加以预测和评价，说明研究中尚难解决的问题，并提出今后进一步在本研究方向进行研究工作的设想或建议。应严格区分本人研究成果与他人科研成果的界限。</w:t>
      </w:r>
    </w:p>
    <w:p w:rsidR="00052F40" w:rsidRPr="00B81000" w:rsidRDefault="00052F40" w:rsidP="00B81000">
      <w:pPr>
        <w:spacing w:before="50" w:line="600" w:lineRule="exact"/>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（四）参考文献应本着严谨求实的科学态度，凡学位论文中有引用或参考、借用他人成果之处，均应按不同学科论文的引用规范，列于文末（通篇正文之后）。需正确区分直接引用和转引并明确加以标注。</w:t>
      </w:r>
    </w:p>
    <w:p w:rsidR="00052F40" w:rsidRPr="00B81000" w:rsidRDefault="00052F40" w:rsidP="0037121A">
      <w:pPr>
        <w:widowControl/>
        <w:tabs>
          <w:tab w:val="num" w:pos="1271"/>
        </w:tabs>
        <w:spacing w:line="600" w:lineRule="exact"/>
        <w:ind w:left="551"/>
        <w:jc w:val="left"/>
        <w:rPr>
          <w:rFonts w:ascii="仿宋_GB2312" w:eastAsia="仿宋_GB2312" w:hAnsi="宋体"/>
          <w:b/>
          <w:color w:val="000000"/>
          <w:kern w:val="0"/>
          <w:sz w:val="32"/>
          <w:szCs w:val="32"/>
        </w:rPr>
      </w:pPr>
      <w:r w:rsidRPr="00B81000">
        <w:rPr>
          <w:rFonts w:ascii="仿宋_GB2312" w:eastAsia="仿宋_GB2312" w:hAnsi="宋体" w:hint="eastAsia"/>
          <w:b/>
          <w:color w:val="000000"/>
          <w:kern w:val="0"/>
          <w:sz w:val="32"/>
          <w:szCs w:val="32"/>
        </w:rPr>
        <w:t>五、学位论文印刷及装订要求</w:t>
      </w:r>
    </w:p>
    <w:p w:rsidR="00052F40" w:rsidRPr="00B81000" w:rsidRDefault="00052F40" w:rsidP="00B81000">
      <w:pPr>
        <w:spacing w:before="50" w:line="600" w:lineRule="exact"/>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学位论文用</w:t>
      </w:r>
      <w:r w:rsidRPr="00B81000">
        <w:rPr>
          <w:rFonts w:ascii="仿宋_GB2312" w:eastAsia="仿宋_GB2312" w:hAnsi="宋体"/>
          <w:color w:val="000000"/>
          <w:kern w:val="0"/>
          <w:sz w:val="32"/>
          <w:szCs w:val="32"/>
        </w:rPr>
        <w:t>A4</w:t>
      </w:r>
      <w:r w:rsidRPr="00B81000">
        <w:rPr>
          <w:rFonts w:ascii="仿宋_GB2312" w:eastAsia="仿宋_GB2312" w:hAnsi="宋体" w:hint="eastAsia"/>
          <w:color w:val="000000"/>
          <w:kern w:val="0"/>
          <w:sz w:val="32"/>
          <w:szCs w:val="32"/>
        </w:rPr>
        <w:t>标准纸（</w:t>
      </w:r>
      <w:smartTag w:uri="urn:schemas-microsoft-com:office:smarttags" w:element="chmetcnv">
        <w:smartTagPr>
          <w:attr w:name="TCSC" w:val="0"/>
          <w:attr w:name="NumberType" w:val="1"/>
          <w:attr w:name="Negative" w:val="False"/>
          <w:attr w:name="HasSpace" w:val="True"/>
          <w:attr w:name="SourceValue" w:val="210"/>
          <w:attr w:name="UnitName" w:val="mm"/>
        </w:smartTagPr>
        <w:r w:rsidRPr="00B81000">
          <w:rPr>
            <w:rFonts w:ascii="仿宋_GB2312" w:eastAsia="仿宋_GB2312" w:hAnsi="宋体"/>
            <w:color w:val="000000"/>
            <w:kern w:val="0"/>
            <w:sz w:val="32"/>
            <w:szCs w:val="32"/>
          </w:rPr>
          <w:t>210 mm</w:t>
        </w:r>
      </w:smartTag>
      <w:r w:rsidRPr="00B81000">
        <w:rPr>
          <w:rFonts w:ascii="仿宋_GB2312" w:eastAsia="仿宋_GB2312" w:hAnsi="宋体" w:hint="eastAsia"/>
          <w:color w:val="000000"/>
          <w:kern w:val="0"/>
          <w:sz w:val="32"/>
          <w:szCs w:val="32"/>
        </w:rPr>
        <w:t>×</w:t>
      </w:r>
      <w:smartTag w:uri="urn:schemas-microsoft-com:office:smarttags" w:element="chmetcnv">
        <w:smartTagPr>
          <w:attr w:name="TCSC" w:val="0"/>
          <w:attr w:name="NumberType" w:val="1"/>
          <w:attr w:name="Negative" w:val="False"/>
          <w:attr w:name="HasSpace" w:val="True"/>
          <w:attr w:name="SourceValue" w:val="297"/>
          <w:attr w:name="UnitName" w:val="mm"/>
        </w:smartTagPr>
        <w:r w:rsidRPr="00B81000">
          <w:rPr>
            <w:rFonts w:ascii="仿宋_GB2312" w:eastAsia="仿宋_GB2312" w:hAnsi="宋体"/>
            <w:color w:val="000000"/>
            <w:kern w:val="0"/>
            <w:sz w:val="32"/>
            <w:szCs w:val="32"/>
          </w:rPr>
          <w:t>297 mm</w:t>
        </w:r>
      </w:smartTag>
      <w:r w:rsidRPr="00B81000">
        <w:rPr>
          <w:rFonts w:ascii="仿宋_GB2312" w:eastAsia="仿宋_GB2312" w:hAnsi="宋体" w:hint="eastAsia"/>
          <w:color w:val="000000"/>
          <w:kern w:val="0"/>
          <w:sz w:val="32"/>
          <w:szCs w:val="32"/>
        </w:rPr>
        <w:t>）打印、印刷或复印，按顺序装订成册。自中文摘要起双面印刷，之前部分单面印刷。论文必须用线装或热胶装订，不使用钉子装订。</w:t>
      </w:r>
    </w:p>
    <w:p w:rsidR="00052F40" w:rsidRPr="00B81000" w:rsidRDefault="00052F40" w:rsidP="00B81000">
      <w:pPr>
        <w:spacing w:before="50" w:line="600" w:lineRule="exact"/>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学位论文封面采用国科大统一规定的学位论文封面格式（模板见附件），封面用纸一般为</w:t>
      </w:r>
      <w:smartTag w:uri="urn:schemas-microsoft-com:office:smarttags" w:element="chmetcnv">
        <w:smartTagPr>
          <w:attr w:name="TCSC" w:val="0"/>
          <w:attr w:name="NumberType" w:val="1"/>
          <w:attr w:name="Negative" w:val="False"/>
          <w:attr w:name="HasSpace" w:val="False"/>
          <w:attr w:name="SourceValue" w:val="150"/>
        </w:smartTagPr>
        <w:r w:rsidRPr="00B81000">
          <w:rPr>
            <w:rFonts w:ascii="仿宋_GB2312" w:eastAsia="仿宋_GB2312" w:hAnsi="宋体"/>
            <w:color w:val="000000"/>
            <w:kern w:val="0"/>
            <w:sz w:val="32"/>
            <w:szCs w:val="32"/>
          </w:rPr>
          <w:t>150</w:t>
        </w:r>
        <w:r w:rsidRPr="00B81000">
          <w:rPr>
            <w:rFonts w:ascii="仿宋_GB2312" w:eastAsia="仿宋_GB2312" w:hAnsi="宋体" w:hint="eastAsia"/>
            <w:color w:val="000000"/>
            <w:kern w:val="0"/>
            <w:sz w:val="32"/>
            <w:szCs w:val="32"/>
          </w:rPr>
          <w:t>克</w:t>
        </w:r>
      </w:smartTag>
      <w:r w:rsidRPr="00B81000">
        <w:rPr>
          <w:rFonts w:ascii="仿宋_GB2312" w:eastAsia="仿宋_GB2312" w:hAnsi="宋体" w:hint="eastAsia"/>
          <w:color w:val="000000"/>
          <w:kern w:val="0"/>
          <w:sz w:val="32"/>
          <w:szCs w:val="32"/>
        </w:rPr>
        <w:t>（需保证论文封面印刷质量，字迹清晰、不脱落），博士学位论文封面颜色为红色，硕士学位论文封面颜色为蓝色。</w:t>
      </w:r>
    </w:p>
    <w:p w:rsidR="00052F40" w:rsidRPr="00B81000" w:rsidRDefault="00052F40" w:rsidP="0037121A">
      <w:pPr>
        <w:widowControl/>
        <w:tabs>
          <w:tab w:val="num" w:pos="1271"/>
        </w:tabs>
        <w:spacing w:line="600" w:lineRule="exact"/>
        <w:ind w:left="551"/>
        <w:jc w:val="left"/>
        <w:rPr>
          <w:rFonts w:ascii="仿宋_GB2312" w:eastAsia="仿宋_GB2312" w:hAnsi="宋体"/>
          <w:b/>
          <w:color w:val="000000"/>
          <w:kern w:val="0"/>
          <w:sz w:val="32"/>
          <w:szCs w:val="32"/>
        </w:rPr>
      </w:pPr>
      <w:r w:rsidRPr="00B81000">
        <w:rPr>
          <w:rFonts w:ascii="仿宋_GB2312" w:eastAsia="仿宋_GB2312" w:hAnsi="宋体" w:hint="eastAsia"/>
          <w:b/>
          <w:color w:val="000000"/>
          <w:kern w:val="0"/>
          <w:sz w:val="32"/>
          <w:szCs w:val="32"/>
        </w:rPr>
        <w:t>六、学位论文的提交、保存与使用</w:t>
      </w:r>
    </w:p>
    <w:p w:rsidR="00052F40" w:rsidRPr="00B81000" w:rsidRDefault="00052F40" w:rsidP="00B81000">
      <w:pPr>
        <w:spacing w:before="50" w:line="600" w:lineRule="exact"/>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学位申请者需按规定向国科大提交学位论文的印刷本和电子版，印刷本和电子版在内容与形式上应完全一致；国科大有权保存学位论文的印刷本和电子版，并提供目录检索与阅览服务，可以采用影印、缩印、数字化或其它复制手段保存学位论文；研究所、国科大有义务保护论文作者的知识产权。涉密学位论文在解密后，须按此规定执行。</w:t>
      </w:r>
    </w:p>
    <w:p w:rsidR="00052F40" w:rsidRPr="00B81000" w:rsidRDefault="00052F40" w:rsidP="00B81000">
      <w:pPr>
        <w:widowControl/>
        <w:tabs>
          <w:tab w:val="num" w:pos="1271"/>
        </w:tabs>
        <w:spacing w:line="600" w:lineRule="exact"/>
        <w:ind w:firstLineChars="171" w:firstLine="549"/>
        <w:rPr>
          <w:rFonts w:ascii="仿宋_GB2312" w:eastAsia="仿宋_GB2312" w:hAnsi="宋体"/>
          <w:b/>
          <w:color w:val="000000"/>
          <w:kern w:val="0"/>
          <w:sz w:val="32"/>
          <w:szCs w:val="32"/>
        </w:rPr>
      </w:pPr>
      <w:r w:rsidRPr="00B81000">
        <w:rPr>
          <w:rFonts w:ascii="仿宋_GB2312" w:eastAsia="仿宋_GB2312" w:hAnsi="宋体" w:hint="eastAsia"/>
          <w:b/>
          <w:color w:val="000000"/>
          <w:kern w:val="0"/>
          <w:sz w:val="32"/>
          <w:szCs w:val="32"/>
        </w:rPr>
        <w:t>七、本规定自印发之日起施行，解释权属于校学位评定委员会，由国科大学位办公室负责解释。原《中国科学院研究生院研究生学位论文撰写规定》（院发学位字〔</w:t>
      </w:r>
      <w:r w:rsidRPr="00B81000">
        <w:rPr>
          <w:rFonts w:ascii="仿宋_GB2312" w:eastAsia="仿宋_GB2312" w:hAnsi="宋体"/>
          <w:b/>
          <w:color w:val="000000"/>
          <w:kern w:val="0"/>
          <w:sz w:val="32"/>
          <w:szCs w:val="32"/>
        </w:rPr>
        <w:t>2012</w:t>
      </w:r>
      <w:r w:rsidRPr="00B81000">
        <w:rPr>
          <w:rFonts w:ascii="仿宋_GB2312" w:eastAsia="仿宋_GB2312" w:hAnsi="宋体" w:hint="eastAsia"/>
          <w:b/>
          <w:color w:val="000000"/>
          <w:kern w:val="0"/>
          <w:sz w:val="32"/>
          <w:szCs w:val="32"/>
        </w:rPr>
        <w:t>〕</w:t>
      </w:r>
      <w:r w:rsidRPr="00B81000">
        <w:rPr>
          <w:rFonts w:ascii="仿宋_GB2312" w:eastAsia="仿宋_GB2312" w:hAnsi="宋体"/>
          <w:b/>
          <w:color w:val="000000"/>
          <w:kern w:val="0"/>
          <w:sz w:val="32"/>
          <w:szCs w:val="32"/>
        </w:rPr>
        <w:t>31</w:t>
      </w:r>
      <w:r w:rsidRPr="00B81000">
        <w:rPr>
          <w:rFonts w:ascii="仿宋_GB2312" w:eastAsia="仿宋_GB2312" w:hAnsi="宋体" w:hint="eastAsia"/>
          <w:b/>
          <w:color w:val="000000"/>
          <w:kern w:val="0"/>
          <w:sz w:val="32"/>
          <w:szCs w:val="32"/>
        </w:rPr>
        <w:t>号）同时废止。</w:t>
      </w:r>
    </w:p>
    <w:p w:rsidR="00052F40" w:rsidRPr="00B81000" w:rsidRDefault="00052F40" w:rsidP="0037121A">
      <w:pPr>
        <w:widowControl/>
        <w:tabs>
          <w:tab w:val="num" w:pos="1271"/>
        </w:tabs>
        <w:spacing w:line="600" w:lineRule="exact"/>
        <w:ind w:left="551"/>
        <w:jc w:val="left"/>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附件：</w:t>
      </w:r>
      <w:r w:rsidRPr="00B81000">
        <w:rPr>
          <w:rFonts w:ascii="仿宋_GB2312" w:eastAsia="仿宋_GB2312" w:hAnsi="宋体"/>
          <w:color w:val="000000"/>
          <w:kern w:val="0"/>
          <w:sz w:val="32"/>
          <w:szCs w:val="32"/>
        </w:rPr>
        <w:t>1.</w:t>
      </w:r>
      <w:r w:rsidRPr="00B81000">
        <w:rPr>
          <w:rFonts w:ascii="仿宋_GB2312" w:eastAsia="仿宋_GB2312" w:hAnsi="宋体" w:hint="eastAsia"/>
          <w:color w:val="000000"/>
          <w:kern w:val="0"/>
          <w:sz w:val="32"/>
          <w:szCs w:val="32"/>
        </w:rPr>
        <w:t>中国科学院大学学位论文中文封面</w:t>
      </w:r>
    </w:p>
    <w:p w:rsidR="00052F40" w:rsidRPr="00B81000" w:rsidRDefault="00052F40" w:rsidP="0037121A">
      <w:pPr>
        <w:widowControl/>
        <w:tabs>
          <w:tab w:val="num" w:pos="1271"/>
        </w:tabs>
        <w:spacing w:line="600" w:lineRule="exact"/>
        <w:ind w:left="551"/>
        <w:jc w:val="left"/>
        <w:rPr>
          <w:rFonts w:ascii="仿宋_GB2312" w:eastAsia="仿宋_GB2312" w:hAnsi="仿宋"/>
          <w:color w:val="000000"/>
          <w:kern w:val="0"/>
          <w:sz w:val="32"/>
          <w:szCs w:val="32"/>
        </w:rPr>
      </w:pPr>
      <w:r w:rsidRPr="00B81000">
        <w:rPr>
          <w:rFonts w:ascii="仿宋_GB2312" w:eastAsia="仿宋_GB2312" w:hAnsi="宋体"/>
          <w:color w:val="000000"/>
          <w:kern w:val="0"/>
          <w:sz w:val="32"/>
          <w:szCs w:val="32"/>
        </w:rPr>
        <w:t xml:space="preserve">      2.</w:t>
      </w:r>
      <w:r w:rsidRPr="00B81000">
        <w:rPr>
          <w:rFonts w:ascii="仿宋_GB2312" w:eastAsia="仿宋_GB2312" w:hAnsi="宋体" w:hint="eastAsia"/>
          <w:color w:val="000000"/>
          <w:kern w:val="0"/>
          <w:sz w:val="32"/>
          <w:szCs w:val="32"/>
        </w:rPr>
        <w:t>中国科学院大学学位论文英文封面</w:t>
      </w:r>
    </w:p>
    <w:p w:rsidR="00052F40" w:rsidRDefault="00052F40" w:rsidP="00725A6F">
      <w:pPr>
        <w:spacing w:line="480" w:lineRule="exact"/>
        <w:ind w:right="140"/>
        <w:jc w:val="left"/>
      </w:pPr>
      <w:r w:rsidRPr="00ED0A0C">
        <w:rPr>
          <w:rFonts w:ascii="仿宋" w:eastAsia="仿宋" w:hAnsi="仿宋"/>
          <w:sz w:val="28"/>
          <w:szCs w:val="28"/>
        </w:rPr>
        <w:br w:type="page"/>
      </w:r>
      <w:r w:rsidRPr="00D75192">
        <w:rPr>
          <w:rFonts w:eastAsia="仿宋_GB2312" w:hint="eastAsia"/>
          <w:sz w:val="32"/>
          <w:szCs w:val="32"/>
        </w:rPr>
        <w:t>附件</w:t>
      </w:r>
      <w:r>
        <w:rPr>
          <w:rFonts w:eastAsia="仿宋_GB2312"/>
          <w:sz w:val="32"/>
          <w:szCs w:val="32"/>
        </w:rPr>
        <w:t>1</w:t>
      </w:r>
    </w:p>
    <w:p w:rsidR="00052F40" w:rsidRPr="00097943" w:rsidRDefault="00052F40" w:rsidP="00D46BF9">
      <w:pPr>
        <w:spacing w:line="480" w:lineRule="exact"/>
        <w:ind w:right="140"/>
        <w:jc w:val="right"/>
        <w:rPr>
          <w:b/>
          <w:bCs/>
          <w:sz w:val="28"/>
          <w:szCs w:val="28"/>
        </w:rPr>
      </w:pPr>
      <w:r w:rsidRPr="00097943">
        <w:rPr>
          <w:rFonts w:hint="eastAsia"/>
          <w:b/>
          <w:bCs/>
          <w:sz w:val="28"/>
          <w:szCs w:val="28"/>
        </w:rPr>
        <w:t>密级</w:t>
      </w:r>
      <w:r>
        <w:rPr>
          <w:b/>
          <w:bCs/>
          <w:sz w:val="28"/>
          <w:szCs w:val="28"/>
        </w:rPr>
        <w:t>:</w:t>
      </w:r>
      <w:r>
        <w:rPr>
          <w:rFonts w:hint="eastAsia"/>
          <w:color w:val="000000"/>
          <w:szCs w:val="21"/>
          <w:u w:val="single"/>
        </w:rPr>
        <w:t>（涉密</w:t>
      </w:r>
      <w:r w:rsidRPr="00867323">
        <w:rPr>
          <w:rFonts w:hint="eastAsia"/>
          <w:color w:val="000000"/>
          <w:szCs w:val="21"/>
          <w:u w:val="single"/>
        </w:rPr>
        <w:t>论文填写</w:t>
      </w:r>
      <w:r>
        <w:rPr>
          <w:rFonts w:hint="eastAsia"/>
          <w:color w:val="000000"/>
          <w:szCs w:val="21"/>
          <w:u w:val="single"/>
        </w:rPr>
        <w:t>密级，公开论文不填写）</w:t>
      </w:r>
    </w:p>
    <w:p w:rsidR="00052F40" w:rsidRDefault="00052F40" w:rsidP="00D46BF9">
      <w:pPr>
        <w:spacing w:line="360" w:lineRule="auto"/>
        <w:jc w:val="center"/>
        <w:rPr>
          <w:rFonts w:eastAsia="楷体_GB2312"/>
          <w:b/>
          <w:color w:val="000000"/>
        </w:rPr>
      </w:pPr>
    </w:p>
    <w:p w:rsidR="00052F40" w:rsidRDefault="00052F40" w:rsidP="00D46BF9">
      <w:pPr>
        <w:spacing w:line="360" w:lineRule="auto"/>
        <w:jc w:val="center"/>
        <w:rPr>
          <w:rFonts w:eastAsia="楷体_GB2312"/>
          <w:b/>
          <w:color w:val="000000"/>
        </w:rPr>
      </w:pPr>
      <w:r w:rsidRPr="00EA382F">
        <w:rPr>
          <w:rFonts w:eastAsia="仿宋_GB2312"/>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国科大横式cuti" style="width:358.5pt;height:59.25pt;visibility:visible">
            <v:imagedata r:id="rId6" o:title=""/>
          </v:shape>
        </w:pict>
      </w:r>
    </w:p>
    <w:p w:rsidR="00052F40" w:rsidRDefault="00052F40" w:rsidP="00D46BF9">
      <w:pPr>
        <w:jc w:val="center"/>
        <w:rPr>
          <w:rFonts w:eastAsia="黑体"/>
          <w:b/>
          <w:sz w:val="52"/>
          <w:szCs w:val="52"/>
        </w:rPr>
      </w:pPr>
    </w:p>
    <w:p w:rsidR="00052F40" w:rsidRPr="00050FFB" w:rsidRDefault="00052F40" w:rsidP="00D46BF9">
      <w:pPr>
        <w:jc w:val="center"/>
        <w:rPr>
          <w:rFonts w:eastAsia="黑体"/>
          <w:b/>
          <w:sz w:val="52"/>
          <w:szCs w:val="52"/>
        </w:rPr>
      </w:pPr>
      <w:r w:rsidRPr="00050FFB">
        <w:rPr>
          <w:rFonts w:eastAsia="黑体" w:hint="eastAsia"/>
          <w:b/>
          <w:sz w:val="52"/>
          <w:szCs w:val="52"/>
        </w:rPr>
        <w:t>博士</w:t>
      </w:r>
      <w:r w:rsidRPr="00050FFB">
        <w:rPr>
          <w:rFonts w:eastAsia="黑体"/>
          <w:b/>
          <w:sz w:val="52"/>
          <w:szCs w:val="52"/>
        </w:rPr>
        <w:t>/</w:t>
      </w:r>
      <w:r w:rsidRPr="00050FFB">
        <w:rPr>
          <w:rFonts w:eastAsia="黑体" w:hint="eastAsia"/>
          <w:b/>
          <w:sz w:val="52"/>
          <w:szCs w:val="52"/>
        </w:rPr>
        <w:t>硕士学位论文</w:t>
      </w:r>
    </w:p>
    <w:p w:rsidR="00052F40" w:rsidRDefault="00052F40" w:rsidP="00D46BF9">
      <w:pPr>
        <w:spacing w:line="480" w:lineRule="exact"/>
        <w:rPr>
          <w:sz w:val="24"/>
        </w:rPr>
      </w:pPr>
    </w:p>
    <w:p w:rsidR="00052F40" w:rsidRDefault="00052F40" w:rsidP="00D46BF9">
      <w:pPr>
        <w:spacing w:line="480" w:lineRule="exact"/>
        <w:rPr>
          <w:sz w:val="24"/>
          <w:u w:val="single"/>
        </w:rPr>
      </w:pPr>
    </w:p>
    <w:p w:rsidR="00052F40" w:rsidRDefault="00052F40" w:rsidP="00D46BF9">
      <w:pPr>
        <w:spacing w:line="480" w:lineRule="exact"/>
        <w:ind w:firstLineChars="49" w:firstLine="177"/>
        <w:rPr>
          <w:b/>
          <w:bCs/>
          <w:sz w:val="24"/>
          <w:u w:val="single"/>
        </w:rPr>
      </w:pPr>
      <w:r>
        <w:rPr>
          <w:b/>
          <w:bCs/>
          <w:sz w:val="36"/>
          <w:u w:val="single"/>
        </w:rPr>
        <w:t xml:space="preserve">               </w:t>
      </w:r>
      <w:r w:rsidRPr="00620C42">
        <w:rPr>
          <w:rFonts w:hint="eastAsia"/>
          <w:b/>
          <w:bCs/>
          <w:sz w:val="32"/>
          <w:szCs w:val="32"/>
          <w:u w:val="single"/>
        </w:rPr>
        <w:t>（中文论文题目）</w:t>
      </w:r>
      <w:r>
        <w:rPr>
          <w:b/>
          <w:bCs/>
          <w:sz w:val="36"/>
          <w:u w:val="single"/>
        </w:rPr>
        <w:t xml:space="preserve">          </w:t>
      </w:r>
      <w:r>
        <w:rPr>
          <w:b/>
          <w:bCs/>
          <w:sz w:val="36"/>
          <w:u w:val="single"/>
        </w:rPr>
        <w:tab/>
      </w:r>
      <w:r>
        <w:rPr>
          <w:b/>
          <w:bCs/>
          <w:sz w:val="36"/>
          <w:u w:val="single"/>
        </w:rPr>
        <w:tab/>
      </w:r>
    </w:p>
    <w:p w:rsidR="00052F40" w:rsidRPr="00C655DA" w:rsidRDefault="00052F40" w:rsidP="00D46BF9">
      <w:pPr>
        <w:spacing w:line="480" w:lineRule="exact"/>
        <w:ind w:rightChars="21" w:right="44"/>
        <w:rPr>
          <w:sz w:val="24"/>
        </w:rPr>
      </w:pPr>
      <w:r w:rsidRPr="00C655DA">
        <w:rPr>
          <w:bCs/>
          <w:sz w:val="24"/>
        </w:rPr>
        <w:t xml:space="preserve">                 </w:t>
      </w:r>
    </w:p>
    <w:p w:rsidR="00052F40" w:rsidRDefault="00052F40" w:rsidP="00D46BF9">
      <w:pPr>
        <w:spacing w:line="480" w:lineRule="exact"/>
        <w:rPr>
          <w:sz w:val="28"/>
        </w:rPr>
      </w:pPr>
    </w:p>
    <w:p w:rsidR="00052F40" w:rsidRDefault="00052F40" w:rsidP="00D46BF9">
      <w:pPr>
        <w:spacing w:line="480" w:lineRule="exact"/>
        <w:rPr>
          <w:sz w:val="28"/>
        </w:rPr>
      </w:pPr>
    </w:p>
    <w:p w:rsidR="00052F40" w:rsidRDefault="00052F40" w:rsidP="00D46BF9">
      <w:pPr>
        <w:spacing w:line="480" w:lineRule="exact"/>
        <w:rPr>
          <w:sz w:val="28"/>
        </w:rPr>
      </w:pPr>
    </w:p>
    <w:p w:rsidR="00052F40" w:rsidRPr="00784625" w:rsidRDefault="00052F40" w:rsidP="00D46BF9">
      <w:pPr>
        <w:spacing w:line="640" w:lineRule="exact"/>
        <w:rPr>
          <w:b/>
          <w:bCs/>
          <w:sz w:val="28"/>
          <w:szCs w:val="28"/>
          <w:u w:val="single"/>
        </w:rPr>
      </w:pPr>
      <w:r w:rsidRPr="00784625">
        <w:rPr>
          <w:rFonts w:hint="eastAsia"/>
          <w:b/>
          <w:bCs/>
          <w:sz w:val="28"/>
          <w:szCs w:val="28"/>
        </w:rPr>
        <w:t>作者姓名</w:t>
      </w:r>
      <w:r>
        <w:rPr>
          <w:rFonts w:hint="eastAsia"/>
          <w:b/>
          <w:bCs/>
          <w:sz w:val="28"/>
          <w:szCs w:val="28"/>
        </w:rPr>
        <w:t>：</w:t>
      </w:r>
      <w:r w:rsidRPr="00784625">
        <w:rPr>
          <w:b/>
          <w:bCs/>
          <w:sz w:val="28"/>
          <w:szCs w:val="28"/>
          <w:u w:val="single"/>
        </w:rPr>
        <w:t xml:space="preserve">                                 </w:t>
      </w:r>
      <w:r>
        <w:rPr>
          <w:b/>
          <w:bCs/>
          <w:sz w:val="28"/>
          <w:szCs w:val="28"/>
          <w:u w:val="single"/>
        </w:rPr>
        <w:t xml:space="preserve"> </w:t>
      </w:r>
      <w:r w:rsidRPr="00784625">
        <w:rPr>
          <w:b/>
          <w:bCs/>
          <w:sz w:val="28"/>
          <w:szCs w:val="28"/>
          <w:u w:val="single"/>
        </w:rPr>
        <w:t xml:space="preserve">            </w:t>
      </w:r>
      <w:r w:rsidRPr="00784625">
        <w:rPr>
          <w:b/>
          <w:bCs/>
          <w:sz w:val="28"/>
          <w:szCs w:val="28"/>
          <w:u w:val="single"/>
        </w:rPr>
        <w:tab/>
      </w:r>
    </w:p>
    <w:p w:rsidR="00052F40" w:rsidRPr="00784625" w:rsidRDefault="00052F40" w:rsidP="00D46BF9">
      <w:pPr>
        <w:spacing w:line="640" w:lineRule="exact"/>
        <w:rPr>
          <w:b/>
          <w:bCs/>
          <w:sz w:val="28"/>
          <w:szCs w:val="28"/>
          <w:u w:val="single"/>
        </w:rPr>
      </w:pPr>
      <w:r w:rsidRPr="00784625">
        <w:rPr>
          <w:rFonts w:hint="eastAsia"/>
          <w:b/>
          <w:bCs/>
          <w:sz w:val="28"/>
          <w:szCs w:val="28"/>
        </w:rPr>
        <w:t>指导教师</w:t>
      </w:r>
      <w:r>
        <w:rPr>
          <w:b/>
          <w:bCs/>
          <w:sz w:val="28"/>
          <w:szCs w:val="28"/>
        </w:rPr>
        <w:t xml:space="preserve">: </w:t>
      </w:r>
      <w:r>
        <w:rPr>
          <w:b/>
          <w:bCs/>
          <w:sz w:val="28"/>
          <w:szCs w:val="28"/>
          <w:u w:val="single"/>
        </w:rPr>
        <w:t xml:space="preserve">  </w:t>
      </w:r>
      <w:r w:rsidRPr="00784625">
        <w:rPr>
          <w:b/>
          <w:bCs/>
          <w:sz w:val="28"/>
          <w:szCs w:val="28"/>
          <w:u w:val="single"/>
        </w:rPr>
        <w:t xml:space="preserve"> </w:t>
      </w:r>
      <w:r>
        <w:rPr>
          <w:b/>
          <w:bCs/>
          <w:sz w:val="28"/>
          <w:szCs w:val="28"/>
          <w:u w:val="single"/>
        </w:rPr>
        <w:t xml:space="preserve">    </w:t>
      </w:r>
      <w:r w:rsidRPr="00784625">
        <w:rPr>
          <w:rFonts w:hint="eastAsia"/>
          <w:b/>
          <w:bCs/>
          <w:sz w:val="28"/>
          <w:szCs w:val="28"/>
          <w:u w:val="single"/>
        </w:rPr>
        <w:t>（姓名、专业技术职务、</w:t>
      </w:r>
      <w:r>
        <w:rPr>
          <w:rFonts w:hint="eastAsia"/>
          <w:b/>
          <w:bCs/>
          <w:sz w:val="28"/>
          <w:szCs w:val="28"/>
          <w:u w:val="single"/>
        </w:rPr>
        <w:t>工作</w:t>
      </w:r>
      <w:r w:rsidRPr="00784625">
        <w:rPr>
          <w:rFonts w:hint="eastAsia"/>
          <w:b/>
          <w:bCs/>
          <w:sz w:val="28"/>
          <w:szCs w:val="28"/>
          <w:u w:val="single"/>
        </w:rPr>
        <w:t>单位）</w:t>
      </w:r>
      <w:r w:rsidRPr="00784625">
        <w:rPr>
          <w:b/>
          <w:bCs/>
          <w:sz w:val="28"/>
          <w:szCs w:val="28"/>
          <w:u w:val="single"/>
        </w:rPr>
        <w:t xml:space="preserve"> </w:t>
      </w:r>
      <w:r>
        <w:rPr>
          <w:b/>
          <w:bCs/>
          <w:sz w:val="28"/>
          <w:szCs w:val="28"/>
          <w:u w:val="single"/>
        </w:rPr>
        <w:t xml:space="preserve">  </w:t>
      </w:r>
      <w:r w:rsidRPr="00784625">
        <w:rPr>
          <w:b/>
          <w:bCs/>
          <w:sz w:val="28"/>
          <w:szCs w:val="28"/>
          <w:u w:val="single"/>
        </w:rPr>
        <w:t xml:space="preserve">     </w:t>
      </w:r>
    </w:p>
    <w:p w:rsidR="00052F40" w:rsidRPr="00784625" w:rsidRDefault="00052F40" w:rsidP="00D46BF9">
      <w:pPr>
        <w:spacing w:line="640" w:lineRule="exact"/>
        <w:rPr>
          <w:sz w:val="28"/>
          <w:szCs w:val="28"/>
          <w:u w:val="single"/>
        </w:rPr>
      </w:pPr>
      <w:r w:rsidRPr="00784625">
        <w:rPr>
          <w:b/>
          <w:bCs/>
          <w:sz w:val="28"/>
          <w:szCs w:val="28"/>
        </w:rPr>
        <w:t xml:space="preserve">          </w:t>
      </w:r>
      <w:r w:rsidRPr="00784625">
        <w:rPr>
          <w:b/>
          <w:bCs/>
          <w:sz w:val="28"/>
          <w:szCs w:val="28"/>
          <w:u w:val="single"/>
        </w:rPr>
        <w:t xml:space="preserve">                                             </w:t>
      </w:r>
      <w:r w:rsidRPr="00784625">
        <w:rPr>
          <w:b/>
          <w:bCs/>
          <w:sz w:val="28"/>
          <w:szCs w:val="28"/>
          <w:u w:val="single"/>
        </w:rPr>
        <w:tab/>
      </w:r>
    </w:p>
    <w:p w:rsidR="00052F40" w:rsidRPr="00784625" w:rsidRDefault="00052F40" w:rsidP="00D46BF9">
      <w:pPr>
        <w:spacing w:line="640" w:lineRule="exact"/>
        <w:rPr>
          <w:b/>
          <w:bCs/>
          <w:sz w:val="28"/>
          <w:szCs w:val="28"/>
        </w:rPr>
      </w:pPr>
      <w:r w:rsidRPr="00784625">
        <w:rPr>
          <w:rFonts w:hint="eastAsia"/>
          <w:b/>
          <w:bCs/>
          <w:sz w:val="28"/>
          <w:szCs w:val="28"/>
        </w:rPr>
        <w:t>学位类别</w:t>
      </w:r>
      <w:r>
        <w:rPr>
          <w:b/>
          <w:bCs/>
          <w:sz w:val="28"/>
          <w:szCs w:val="28"/>
        </w:rPr>
        <w:t xml:space="preserve">: </w:t>
      </w:r>
      <w:r w:rsidRPr="00784625">
        <w:rPr>
          <w:b/>
          <w:bCs/>
          <w:sz w:val="28"/>
          <w:szCs w:val="28"/>
          <w:u w:val="single"/>
        </w:rPr>
        <w:t xml:space="preserve">      </w:t>
      </w:r>
      <w:r>
        <w:rPr>
          <w:b/>
          <w:bCs/>
          <w:sz w:val="28"/>
          <w:szCs w:val="28"/>
          <w:u w:val="single"/>
        </w:rPr>
        <w:t xml:space="preserve">   </w:t>
      </w:r>
      <w:r w:rsidRPr="00784625">
        <w:rPr>
          <w:b/>
          <w:bCs/>
          <w:sz w:val="28"/>
          <w:szCs w:val="28"/>
          <w:u w:val="single"/>
        </w:rPr>
        <w:t xml:space="preserve"> </w:t>
      </w:r>
      <w:r w:rsidRPr="00784625">
        <w:rPr>
          <w:rFonts w:hint="eastAsia"/>
          <w:b/>
          <w:bCs/>
          <w:sz w:val="28"/>
          <w:szCs w:val="28"/>
          <w:u w:val="single"/>
        </w:rPr>
        <w:t>（学科门类或专业学位类别）</w:t>
      </w:r>
      <w:r w:rsidRPr="00784625">
        <w:rPr>
          <w:b/>
          <w:bCs/>
          <w:sz w:val="28"/>
          <w:szCs w:val="28"/>
          <w:u w:val="single"/>
        </w:rPr>
        <w:t xml:space="preserve">           </w:t>
      </w:r>
      <w:r w:rsidRPr="00784625">
        <w:rPr>
          <w:b/>
          <w:bCs/>
          <w:sz w:val="28"/>
          <w:szCs w:val="28"/>
        </w:rPr>
        <w:t xml:space="preserve"> </w:t>
      </w:r>
    </w:p>
    <w:p w:rsidR="00052F40" w:rsidRPr="00784625" w:rsidRDefault="00052F40" w:rsidP="00D46BF9">
      <w:pPr>
        <w:spacing w:line="640" w:lineRule="exact"/>
        <w:rPr>
          <w:b/>
          <w:bCs/>
          <w:sz w:val="28"/>
          <w:szCs w:val="28"/>
        </w:rPr>
      </w:pPr>
      <w:r w:rsidRPr="00784625">
        <w:rPr>
          <w:rFonts w:hint="eastAsia"/>
          <w:b/>
          <w:bCs/>
          <w:sz w:val="28"/>
          <w:szCs w:val="28"/>
        </w:rPr>
        <w:t>学科专业</w:t>
      </w:r>
      <w:r>
        <w:rPr>
          <w:b/>
          <w:bCs/>
          <w:sz w:val="28"/>
          <w:szCs w:val="28"/>
        </w:rPr>
        <w:t xml:space="preserve">: </w:t>
      </w:r>
      <w:r w:rsidRPr="00784625">
        <w:rPr>
          <w:b/>
          <w:bCs/>
          <w:sz w:val="28"/>
          <w:szCs w:val="28"/>
          <w:u w:val="single"/>
        </w:rPr>
        <w:t xml:space="preserve">                                               </w:t>
      </w:r>
    </w:p>
    <w:p w:rsidR="00052F40" w:rsidRPr="00784625" w:rsidRDefault="00052F40" w:rsidP="00D46BF9">
      <w:pPr>
        <w:spacing w:line="640" w:lineRule="exact"/>
        <w:rPr>
          <w:b/>
          <w:bCs/>
          <w:sz w:val="28"/>
          <w:szCs w:val="28"/>
          <w:u w:val="single"/>
        </w:rPr>
      </w:pPr>
      <w:r>
        <w:rPr>
          <w:rFonts w:hint="eastAsia"/>
          <w:b/>
          <w:bCs/>
          <w:sz w:val="28"/>
          <w:szCs w:val="28"/>
        </w:rPr>
        <w:t>研究所</w:t>
      </w:r>
      <w:r w:rsidRPr="00972AFE">
        <w:rPr>
          <w:b/>
          <w:bCs/>
          <w:sz w:val="28"/>
          <w:szCs w:val="28"/>
        </w:rPr>
        <w:t>:</w:t>
      </w:r>
      <w:r>
        <w:rPr>
          <w:b/>
          <w:bCs/>
          <w:sz w:val="28"/>
          <w:szCs w:val="28"/>
        </w:rPr>
        <w:t xml:space="preserve"> </w:t>
      </w:r>
      <w:r>
        <w:rPr>
          <w:b/>
          <w:bCs/>
          <w:sz w:val="28"/>
          <w:szCs w:val="28"/>
          <w:u w:val="single"/>
        </w:rPr>
        <w:t xml:space="preserve">                                      </w:t>
      </w:r>
      <w:r w:rsidRPr="00784625">
        <w:rPr>
          <w:b/>
          <w:bCs/>
          <w:sz w:val="28"/>
          <w:szCs w:val="28"/>
          <w:u w:val="single"/>
        </w:rPr>
        <w:t xml:space="preserve">        </w:t>
      </w:r>
      <w:r w:rsidRPr="00784625">
        <w:rPr>
          <w:b/>
          <w:bCs/>
          <w:sz w:val="28"/>
          <w:szCs w:val="28"/>
          <w:u w:val="single"/>
        </w:rPr>
        <w:tab/>
      </w:r>
      <w:r w:rsidRPr="00784625">
        <w:rPr>
          <w:b/>
          <w:bCs/>
          <w:sz w:val="28"/>
          <w:szCs w:val="28"/>
          <w:u w:val="single"/>
        </w:rPr>
        <w:tab/>
      </w:r>
    </w:p>
    <w:p w:rsidR="00052F40" w:rsidRDefault="00052F40" w:rsidP="00D46BF9">
      <w:pPr>
        <w:spacing w:line="480" w:lineRule="exact"/>
        <w:rPr>
          <w:b/>
          <w:bCs/>
          <w:sz w:val="28"/>
        </w:rPr>
      </w:pPr>
    </w:p>
    <w:p w:rsidR="00052F40" w:rsidRDefault="00052F40" w:rsidP="00D46BF9">
      <w:pPr>
        <w:spacing w:line="480" w:lineRule="exact"/>
        <w:rPr>
          <w:sz w:val="28"/>
        </w:rPr>
      </w:pPr>
    </w:p>
    <w:p w:rsidR="00052F40" w:rsidRDefault="00052F40" w:rsidP="00D46BF9">
      <w:pPr>
        <w:spacing w:line="480" w:lineRule="exact"/>
        <w:rPr>
          <w:sz w:val="28"/>
        </w:rPr>
      </w:pPr>
    </w:p>
    <w:p w:rsidR="00052F40" w:rsidRDefault="00052F40" w:rsidP="002D7985">
      <w:pPr>
        <w:spacing w:line="480" w:lineRule="exact"/>
        <w:ind w:right="140"/>
        <w:jc w:val="center"/>
        <w:rPr>
          <w:b/>
          <w:bCs/>
          <w:sz w:val="28"/>
        </w:rPr>
      </w:pPr>
      <w:r>
        <w:rPr>
          <w:rFonts w:hint="eastAsia"/>
          <w:b/>
          <w:bCs/>
          <w:sz w:val="28"/>
        </w:rPr>
        <w:t>年</w:t>
      </w:r>
      <w:r>
        <w:rPr>
          <w:b/>
          <w:bCs/>
          <w:sz w:val="28"/>
        </w:rPr>
        <w:t xml:space="preserve">   </w:t>
      </w:r>
      <w:r>
        <w:rPr>
          <w:rFonts w:hint="eastAsia"/>
          <w:b/>
          <w:bCs/>
          <w:sz w:val="28"/>
        </w:rPr>
        <w:t>月</w:t>
      </w:r>
    </w:p>
    <w:p w:rsidR="00052F40" w:rsidRDefault="00052F40" w:rsidP="00725A6F">
      <w:pPr>
        <w:spacing w:line="480" w:lineRule="exact"/>
        <w:ind w:right="140"/>
        <w:jc w:val="left"/>
      </w:pPr>
      <w:r>
        <w:rPr>
          <w:b/>
          <w:bCs/>
          <w:sz w:val="28"/>
        </w:rPr>
        <w:br w:type="page"/>
      </w:r>
      <w:r w:rsidRPr="00D75192">
        <w:rPr>
          <w:rFonts w:eastAsia="仿宋_GB2312" w:hint="eastAsia"/>
          <w:sz w:val="32"/>
          <w:szCs w:val="32"/>
        </w:rPr>
        <w:t>附件</w:t>
      </w:r>
      <w:r>
        <w:rPr>
          <w:rFonts w:eastAsia="仿宋_GB2312"/>
          <w:sz w:val="32"/>
          <w:szCs w:val="32"/>
        </w:rPr>
        <w:t>2</w:t>
      </w:r>
    </w:p>
    <w:p w:rsidR="00052F40" w:rsidRDefault="00052F40" w:rsidP="00D46BF9">
      <w:pPr>
        <w:spacing w:line="480" w:lineRule="exact"/>
        <w:rPr>
          <w:b/>
          <w:bCs/>
          <w:sz w:val="28"/>
        </w:rPr>
      </w:pPr>
    </w:p>
    <w:p w:rsidR="00052F40" w:rsidRDefault="00052F40" w:rsidP="00D46BF9">
      <w:pPr>
        <w:spacing w:line="480" w:lineRule="exact"/>
        <w:rPr>
          <w:b/>
          <w:bCs/>
          <w:sz w:val="28"/>
        </w:rPr>
      </w:pPr>
    </w:p>
    <w:p w:rsidR="00052F40" w:rsidRDefault="00052F40" w:rsidP="00D46BF9">
      <w:pPr>
        <w:spacing w:line="480" w:lineRule="exact"/>
        <w:rPr>
          <w:b/>
          <w:bCs/>
          <w:sz w:val="28"/>
        </w:rPr>
      </w:pPr>
    </w:p>
    <w:p w:rsidR="00052F40" w:rsidRPr="005930E8" w:rsidRDefault="00052F40" w:rsidP="00D46BF9">
      <w:pPr>
        <w:ind w:firstLineChars="353" w:firstLine="1134"/>
        <w:rPr>
          <w:b/>
          <w:sz w:val="32"/>
          <w:u w:val="single"/>
        </w:rPr>
      </w:pPr>
      <w:r>
        <w:rPr>
          <w:b/>
          <w:sz w:val="32"/>
          <w:u w:val="single"/>
        </w:rPr>
        <w:t xml:space="preserve">               </w:t>
      </w:r>
      <w:r>
        <w:rPr>
          <w:rFonts w:hint="eastAsia"/>
          <w:b/>
          <w:sz w:val="32"/>
          <w:u w:val="single"/>
        </w:rPr>
        <w:t>英文论文题目</w:t>
      </w:r>
      <w:r>
        <w:rPr>
          <w:color w:val="000000"/>
          <w:u w:val="single"/>
        </w:rPr>
        <w:t xml:space="preserve">                        </w:t>
      </w:r>
    </w:p>
    <w:p w:rsidR="00052F40" w:rsidRDefault="00052F40" w:rsidP="00D46BF9">
      <w:pPr>
        <w:jc w:val="center"/>
        <w:rPr>
          <w:color w:val="000000"/>
          <w:u w:val="single"/>
        </w:rPr>
      </w:pPr>
    </w:p>
    <w:p w:rsidR="00052F40" w:rsidRPr="00D62C53" w:rsidRDefault="00052F40" w:rsidP="00201BCD">
      <w:pPr>
        <w:ind w:firstLineChars="405" w:firstLine="1134"/>
        <w:rPr>
          <w:b/>
          <w:sz w:val="32"/>
          <w:u w:val="single"/>
        </w:rPr>
      </w:pPr>
      <w:r>
        <w:rPr>
          <w:sz w:val="28"/>
          <w:szCs w:val="28"/>
          <w:u w:val="single"/>
        </w:rPr>
        <w:t xml:space="preserve">                                                 </w:t>
      </w:r>
    </w:p>
    <w:p w:rsidR="00052F40" w:rsidRDefault="00052F40" w:rsidP="00D46BF9">
      <w:pPr>
        <w:rPr>
          <w:b/>
          <w:sz w:val="32"/>
          <w:u w:val="single"/>
        </w:rPr>
      </w:pPr>
    </w:p>
    <w:p w:rsidR="00052F40" w:rsidRDefault="00052F40" w:rsidP="00D46BF9">
      <w:pPr>
        <w:rPr>
          <w:b/>
          <w:sz w:val="32"/>
          <w:u w:val="single"/>
        </w:rPr>
      </w:pPr>
    </w:p>
    <w:p w:rsidR="00052F40" w:rsidRDefault="00052F40" w:rsidP="00D46BF9">
      <w:pPr>
        <w:rPr>
          <w:b/>
          <w:sz w:val="32"/>
          <w:u w:val="single"/>
        </w:rPr>
      </w:pPr>
    </w:p>
    <w:p w:rsidR="00052F40" w:rsidRDefault="00052F40" w:rsidP="00D46BF9">
      <w:pPr>
        <w:jc w:val="center"/>
        <w:rPr>
          <w:b/>
          <w:sz w:val="32"/>
        </w:rPr>
      </w:pPr>
      <w:r>
        <w:rPr>
          <w:b/>
          <w:sz w:val="32"/>
        </w:rPr>
        <w:t>By</w:t>
      </w:r>
    </w:p>
    <w:p w:rsidR="00052F40" w:rsidRDefault="00052F40" w:rsidP="00D46BF9">
      <w:pPr>
        <w:jc w:val="center"/>
        <w:rPr>
          <w:b/>
          <w:sz w:val="32"/>
        </w:rPr>
      </w:pPr>
      <w:r>
        <w:rPr>
          <w:b/>
          <w:sz w:val="32"/>
        </w:rPr>
        <w:t>[</w:t>
      </w:r>
      <w:r>
        <w:rPr>
          <w:rFonts w:hint="eastAsia"/>
          <w:b/>
          <w:sz w:val="32"/>
        </w:rPr>
        <w:t>作者英文姓名</w:t>
      </w:r>
      <w:r>
        <w:rPr>
          <w:b/>
          <w:sz w:val="32"/>
        </w:rPr>
        <w:t>]</w:t>
      </w:r>
    </w:p>
    <w:p w:rsidR="00052F40" w:rsidRDefault="00052F40" w:rsidP="00D46BF9">
      <w:pPr>
        <w:jc w:val="center"/>
        <w:rPr>
          <w:b/>
          <w:sz w:val="32"/>
        </w:rPr>
      </w:pPr>
    </w:p>
    <w:p w:rsidR="00052F40" w:rsidRDefault="00052F40" w:rsidP="00D46BF9">
      <w:pPr>
        <w:jc w:val="center"/>
        <w:rPr>
          <w:b/>
          <w:sz w:val="32"/>
        </w:rPr>
      </w:pPr>
    </w:p>
    <w:p w:rsidR="00052F40" w:rsidRPr="00480364" w:rsidRDefault="00052F40" w:rsidP="00D46BF9">
      <w:pPr>
        <w:jc w:val="center"/>
        <w:outlineLvl w:val="0"/>
        <w:rPr>
          <w:b/>
          <w:sz w:val="28"/>
          <w:szCs w:val="28"/>
        </w:rPr>
      </w:pPr>
      <w:r w:rsidRPr="00480364">
        <w:rPr>
          <w:b/>
          <w:sz w:val="28"/>
          <w:szCs w:val="28"/>
        </w:rPr>
        <w:t xml:space="preserve">A </w:t>
      </w:r>
      <w:r w:rsidRPr="00ED0A0C">
        <w:rPr>
          <w:b/>
          <w:sz w:val="28"/>
          <w:szCs w:val="28"/>
        </w:rPr>
        <w:t xml:space="preserve">Dissertation/Thesis </w:t>
      </w:r>
      <w:r w:rsidRPr="00480364">
        <w:rPr>
          <w:b/>
          <w:sz w:val="28"/>
          <w:szCs w:val="28"/>
        </w:rPr>
        <w:t>Submitted to</w:t>
      </w:r>
    </w:p>
    <w:p w:rsidR="00052F40" w:rsidRPr="00480364" w:rsidRDefault="00052F40" w:rsidP="00D46BF9">
      <w:pPr>
        <w:jc w:val="center"/>
        <w:rPr>
          <w:b/>
          <w:sz w:val="28"/>
          <w:szCs w:val="28"/>
        </w:rPr>
      </w:pPr>
      <w:r w:rsidRPr="00ED0A0C">
        <w:rPr>
          <w:b/>
          <w:sz w:val="28"/>
          <w:szCs w:val="28"/>
        </w:rPr>
        <w:t>The</w:t>
      </w:r>
      <w:r>
        <w:rPr>
          <w:b/>
          <w:sz w:val="28"/>
          <w:szCs w:val="28"/>
        </w:rPr>
        <w:t xml:space="preserve"> </w:t>
      </w:r>
      <w:r w:rsidRPr="00480364">
        <w:rPr>
          <w:b/>
          <w:sz w:val="28"/>
          <w:szCs w:val="28"/>
        </w:rPr>
        <w:t>University of Chinese Academy of Sciences</w:t>
      </w:r>
    </w:p>
    <w:p w:rsidR="00052F40" w:rsidRPr="00480364" w:rsidRDefault="00052F40" w:rsidP="00D46BF9">
      <w:pPr>
        <w:jc w:val="center"/>
        <w:outlineLvl w:val="0"/>
        <w:rPr>
          <w:b/>
          <w:sz w:val="28"/>
          <w:szCs w:val="28"/>
        </w:rPr>
      </w:pPr>
      <w:r w:rsidRPr="00480364">
        <w:rPr>
          <w:b/>
          <w:sz w:val="28"/>
          <w:szCs w:val="28"/>
        </w:rPr>
        <w:t>In partial fulfillment of the requirement</w:t>
      </w:r>
    </w:p>
    <w:p w:rsidR="00052F40" w:rsidRPr="00480364" w:rsidRDefault="00052F40" w:rsidP="00D46BF9">
      <w:pPr>
        <w:jc w:val="center"/>
        <w:outlineLvl w:val="0"/>
        <w:rPr>
          <w:b/>
          <w:sz w:val="28"/>
          <w:szCs w:val="28"/>
        </w:rPr>
      </w:pPr>
      <w:r w:rsidRPr="00480364">
        <w:rPr>
          <w:b/>
          <w:sz w:val="28"/>
          <w:szCs w:val="28"/>
        </w:rPr>
        <w:t>For the degree of</w:t>
      </w:r>
    </w:p>
    <w:p w:rsidR="00052F40" w:rsidRPr="00480364" w:rsidRDefault="00052F40" w:rsidP="00D46BF9">
      <w:pPr>
        <w:jc w:val="center"/>
        <w:outlineLvl w:val="0"/>
        <w:rPr>
          <w:b/>
          <w:sz w:val="28"/>
          <w:szCs w:val="28"/>
        </w:rPr>
      </w:pPr>
      <w:r w:rsidRPr="00480364">
        <w:rPr>
          <w:b/>
          <w:sz w:val="28"/>
          <w:szCs w:val="28"/>
        </w:rPr>
        <w:t>Doctor/Master of [</w:t>
      </w:r>
      <w:r w:rsidRPr="00480364">
        <w:rPr>
          <w:rFonts w:hint="eastAsia"/>
          <w:b/>
          <w:sz w:val="28"/>
          <w:szCs w:val="28"/>
        </w:rPr>
        <w:t>学科门类或专业学位类别</w:t>
      </w:r>
      <w:r w:rsidRPr="00480364">
        <w:rPr>
          <w:b/>
          <w:sz w:val="28"/>
          <w:szCs w:val="28"/>
        </w:rPr>
        <w:t>]</w:t>
      </w:r>
    </w:p>
    <w:p w:rsidR="00052F40" w:rsidRDefault="00052F40" w:rsidP="00D46BF9">
      <w:pPr>
        <w:jc w:val="center"/>
        <w:rPr>
          <w:b/>
          <w:sz w:val="32"/>
        </w:rPr>
      </w:pPr>
    </w:p>
    <w:p w:rsidR="00052F40" w:rsidRPr="00B4776A" w:rsidRDefault="00052F40" w:rsidP="00D46BF9">
      <w:pPr>
        <w:jc w:val="center"/>
        <w:rPr>
          <w:b/>
          <w:color w:val="FF0000"/>
          <w:sz w:val="32"/>
        </w:rPr>
      </w:pPr>
    </w:p>
    <w:p w:rsidR="00052F40" w:rsidRPr="00EC4F5C" w:rsidRDefault="00052F40" w:rsidP="00D46BF9">
      <w:pPr>
        <w:spacing w:line="600" w:lineRule="exact"/>
        <w:jc w:val="center"/>
        <w:outlineLvl w:val="0"/>
        <w:rPr>
          <w:b/>
          <w:sz w:val="32"/>
        </w:rPr>
      </w:pPr>
      <w:r w:rsidRPr="00EC4F5C">
        <w:rPr>
          <w:b/>
          <w:sz w:val="32"/>
        </w:rPr>
        <w:t>[</w:t>
      </w:r>
      <w:r>
        <w:rPr>
          <w:rFonts w:hint="eastAsia"/>
          <w:b/>
          <w:sz w:val="28"/>
          <w:szCs w:val="28"/>
        </w:rPr>
        <w:t>研究所</w:t>
      </w:r>
      <w:r w:rsidRPr="00EC4F5C">
        <w:rPr>
          <w:b/>
          <w:sz w:val="32"/>
        </w:rPr>
        <w:t>]</w:t>
      </w:r>
    </w:p>
    <w:p w:rsidR="00052F40" w:rsidRDefault="00052F40" w:rsidP="00DB3B2D">
      <w:pPr>
        <w:jc w:val="center"/>
        <w:outlineLvl w:val="0"/>
      </w:pPr>
      <w:r>
        <w:rPr>
          <w:b/>
          <w:sz w:val="28"/>
          <w:szCs w:val="28"/>
        </w:rPr>
        <w:t>Month, Year</w:t>
      </w:r>
    </w:p>
    <w:sectPr w:rsidR="00052F40" w:rsidSect="00E7003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2F40" w:rsidRDefault="00052F40" w:rsidP="002F527F">
      <w:r>
        <w:separator/>
      </w:r>
    </w:p>
  </w:endnote>
  <w:endnote w:type="continuationSeparator" w:id="0">
    <w:p w:rsidR="00052F40" w:rsidRDefault="00052F40" w:rsidP="002F527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黑体"/>
    <w:panose1 w:val="00000000000000000000"/>
    <w:charset w:val="86"/>
    <w:family w:val="modern"/>
    <w:notTrueType/>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2F40" w:rsidRDefault="00052F40" w:rsidP="002F527F">
      <w:r>
        <w:separator/>
      </w:r>
    </w:p>
  </w:footnote>
  <w:footnote w:type="continuationSeparator" w:id="0">
    <w:p w:rsidR="00052F40" w:rsidRDefault="00052F40" w:rsidP="002F527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45E3"/>
    <w:rsid w:val="00000744"/>
    <w:rsid w:val="00001738"/>
    <w:rsid w:val="000034B7"/>
    <w:rsid w:val="00006154"/>
    <w:rsid w:val="00006378"/>
    <w:rsid w:val="0000796F"/>
    <w:rsid w:val="00011EA1"/>
    <w:rsid w:val="00014991"/>
    <w:rsid w:val="00014B08"/>
    <w:rsid w:val="00015EA4"/>
    <w:rsid w:val="00016E8A"/>
    <w:rsid w:val="00020EEF"/>
    <w:rsid w:val="00023F7F"/>
    <w:rsid w:val="00027B34"/>
    <w:rsid w:val="00030230"/>
    <w:rsid w:val="00030C39"/>
    <w:rsid w:val="00031F94"/>
    <w:rsid w:val="00033063"/>
    <w:rsid w:val="0003486F"/>
    <w:rsid w:val="0003525E"/>
    <w:rsid w:val="0003604F"/>
    <w:rsid w:val="00036F16"/>
    <w:rsid w:val="00036F32"/>
    <w:rsid w:val="00041936"/>
    <w:rsid w:val="00045CE5"/>
    <w:rsid w:val="000461DB"/>
    <w:rsid w:val="0004795C"/>
    <w:rsid w:val="00050FFB"/>
    <w:rsid w:val="000513A5"/>
    <w:rsid w:val="00052F40"/>
    <w:rsid w:val="00057BAC"/>
    <w:rsid w:val="00057F05"/>
    <w:rsid w:val="000611A5"/>
    <w:rsid w:val="00061389"/>
    <w:rsid w:val="00061F21"/>
    <w:rsid w:val="000651E8"/>
    <w:rsid w:val="0006760F"/>
    <w:rsid w:val="00071B4B"/>
    <w:rsid w:val="000739BB"/>
    <w:rsid w:val="000775D1"/>
    <w:rsid w:val="00081DA2"/>
    <w:rsid w:val="00081F02"/>
    <w:rsid w:val="00082B4C"/>
    <w:rsid w:val="00082F79"/>
    <w:rsid w:val="00083CFF"/>
    <w:rsid w:val="00084B7C"/>
    <w:rsid w:val="000853C9"/>
    <w:rsid w:val="00085541"/>
    <w:rsid w:val="0008702E"/>
    <w:rsid w:val="000911B0"/>
    <w:rsid w:val="00091ABA"/>
    <w:rsid w:val="000933BA"/>
    <w:rsid w:val="0009569A"/>
    <w:rsid w:val="00097943"/>
    <w:rsid w:val="000A0654"/>
    <w:rsid w:val="000A2F88"/>
    <w:rsid w:val="000A3B62"/>
    <w:rsid w:val="000A3EC2"/>
    <w:rsid w:val="000A555E"/>
    <w:rsid w:val="000A558B"/>
    <w:rsid w:val="000B30C6"/>
    <w:rsid w:val="000B32F0"/>
    <w:rsid w:val="000B4A5F"/>
    <w:rsid w:val="000B5B4C"/>
    <w:rsid w:val="000B6D1F"/>
    <w:rsid w:val="000C0AC6"/>
    <w:rsid w:val="000C1F9B"/>
    <w:rsid w:val="000C295B"/>
    <w:rsid w:val="000C2D0B"/>
    <w:rsid w:val="000C439D"/>
    <w:rsid w:val="000C5397"/>
    <w:rsid w:val="000C6652"/>
    <w:rsid w:val="000D2EB2"/>
    <w:rsid w:val="000D42C8"/>
    <w:rsid w:val="000D50D7"/>
    <w:rsid w:val="000D6382"/>
    <w:rsid w:val="000D7155"/>
    <w:rsid w:val="000D7CEC"/>
    <w:rsid w:val="000E1688"/>
    <w:rsid w:val="000E1B8E"/>
    <w:rsid w:val="000E428B"/>
    <w:rsid w:val="000F08F0"/>
    <w:rsid w:val="000F26C0"/>
    <w:rsid w:val="000F2DF3"/>
    <w:rsid w:val="000F71BD"/>
    <w:rsid w:val="001006D9"/>
    <w:rsid w:val="00101D8F"/>
    <w:rsid w:val="001028A9"/>
    <w:rsid w:val="0010395F"/>
    <w:rsid w:val="00103FCB"/>
    <w:rsid w:val="00106373"/>
    <w:rsid w:val="001071D3"/>
    <w:rsid w:val="00110172"/>
    <w:rsid w:val="00111B4B"/>
    <w:rsid w:val="00113F6C"/>
    <w:rsid w:val="00115200"/>
    <w:rsid w:val="0012011B"/>
    <w:rsid w:val="00120665"/>
    <w:rsid w:val="001207A0"/>
    <w:rsid w:val="00121339"/>
    <w:rsid w:val="00122EF0"/>
    <w:rsid w:val="00126AF2"/>
    <w:rsid w:val="001306C2"/>
    <w:rsid w:val="0013454E"/>
    <w:rsid w:val="00134ED9"/>
    <w:rsid w:val="00137C3D"/>
    <w:rsid w:val="00144D23"/>
    <w:rsid w:val="00145949"/>
    <w:rsid w:val="00145B0A"/>
    <w:rsid w:val="0014758C"/>
    <w:rsid w:val="00156786"/>
    <w:rsid w:val="00161D8A"/>
    <w:rsid w:val="00161F51"/>
    <w:rsid w:val="0016319B"/>
    <w:rsid w:val="00165AFA"/>
    <w:rsid w:val="00166420"/>
    <w:rsid w:val="00166809"/>
    <w:rsid w:val="00166F37"/>
    <w:rsid w:val="00170662"/>
    <w:rsid w:val="00181DE6"/>
    <w:rsid w:val="001826E3"/>
    <w:rsid w:val="00183F06"/>
    <w:rsid w:val="00184898"/>
    <w:rsid w:val="00184988"/>
    <w:rsid w:val="001A31BD"/>
    <w:rsid w:val="001A3691"/>
    <w:rsid w:val="001A7969"/>
    <w:rsid w:val="001B1612"/>
    <w:rsid w:val="001B1936"/>
    <w:rsid w:val="001B3227"/>
    <w:rsid w:val="001B457D"/>
    <w:rsid w:val="001B6CA5"/>
    <w:rsid w:val="001C102E"/>
    <w:rsid w:val="001C13A8"/>
    <w:rsid w:val="001C1754"/>
    <w:rsid w:val="001C32B2"/>
    <w:rsid w:val="001D06F1"/>
    <w:rsid w:val="001D178B"/>
    <w:rsid w:val="001D1D6A"/>
    <w:rsid w:val="001D2CF5"/>
    <w:rsid w:val="001D491A"/>
    <w:rsid w:val="001D58D1"/>
    <w:rsid w:val="001D6CB1"/>
    <w:rsid w:val="001E2004"/>
    <w:rsid w:val="001E3BDA"/>
    <w:rsid w:val="001E4813"/>
    <w:rsid w:val="001E551A"/>
    <w:rsid w:val="001E5E74"/>
    <w:rsid w:val="001E6D79"/>
    <w:rsid w:val="001F036B"/>
    <w:rsid w:val="001F1A96"/>
    <w:rsid w:val="001F3FAF"/>
    <w:rsid w:val="001F4276"/>
    <w:rsid w:val="001F4319"/>
    <w:rsid w:val="00201761"/>
    <w:rsid w:val="00201BCD"/>
    <w:rsid w:val="00203EE7"/>
    <w:rsid w:val="002061F7"/>
    <w:rsid w:val="00206C82"/>
    <w:rsid w:val="00210762"/>
    <w:rsid w:val="00211E4D"/>
    <w:rsid w:val="002149CE"/>
    <w:rsid w:val="00215A95"/>
    <w:rsid w:val="0022079A"/>
    <w:rsid w:val="00221885"/>
    <w:rsid w:val="00222F70"/>
    <w:rsid w:val="00225164"/>
    <w:rsid w:val="00230162"/>
    <w:rsid w:val="00230F3A"/>
    <w:rsid w:val="00235653"/>
    <w:rsid w:val="0024202E"/>
    <w:rsid w:val="00242561"/>
    <w:rsid w:val="00245FE4"/>
    <w:rsid w:val="0025216F"/>
    <w:rsid w:val="002523B9"/>
    <w:rsid w:val="00254DFC"/>
    <w:rsid w:val="0025570B"/>
    <w:rsid w:val="002578F8"/>
    <w:rsid w:val="00257E45"/>
    <w:rsid w:val="00260B47"/>
    <w:rsid w:val="0026119F"/>
    <w:rsid w:val="00261DA5"/>
    <w:rsid w:val="0026230C"/>
    <w:rsid w:val="002629AA"/>
    <w:rsid w:val="00265C06"/>
    <w:rsid w:val="0027030E"/>
    <w:rsid w:val="00270427"/>
    <w:rsid w:val="00271C3C"/>
    <w:rsid w:val="00272543"/>
    <w:rsid w:val="002738AA"/>
    <w:rsid w:val="00275096"/>
    <w:rsid w:val="0027511F"/>
    <w:rsid w:val="00277C6B"/>
    <w:rsid w:val="00280C92"/>
    <w:rsid w:val="00282106"/>
    <w:rsid w:val="00282841"/>
    <w:rsid w:val="00282FE5"/>
    <w:rsid w:val="002848D9"/>
    <w:rsid w:val="00285BF5"/>
    <w:rsid w:val="00286622"/>
    <w:rsid w:val="00286936"/>
    <w:rsid w:val="00290E14"/>
    <w:rsid w:val="002946BA"/>
    <w:rsid w:val="002A0E5E"/>
    <w:rsid w:val="002A153A"/>
    <w:rsid w:val="002A3874"/>
    <w:rsid w:val="002A4895"/>
    <w:rsid w:val="002B4AFC"/>
    <w:rsid w:val="002B4DA2"/>
    <w:rsid w:val="002B730D"/>
    <w:rsid w:val="002C075C"/>
    <w:rsid w:val="002C23C0"/>
    <w:rsid w:val="002C73AC"/>
    <w:rsid w:val="002C7BD1"/>
    <w:rsid w:val="002D08BD"/>
    <w:rsid w:val="002D1E2E"/>
    <w:rsid w:val="002D1EB6"/>
    <w:rsid w:val="002D458F"/>
    <w:rsid w:val="002D54B3"/>
    <w:rsid w:val="002D6A74"/>
    <w:rsid w:val="002D7985"/>
    <w:rsid w:val="002E05ED"/>
    <w:rsid w:val="002E4641"/>
    <w:rsid w:val="002F0047"/>
    <w:rsid w:val="002F1443"/>
    <w:rsid w:val="002F2E74"/>
    <w:rsid w:val="002F5060"/>
    <w:rsid w:val="002F527F"/>
    <w:rsid w:val="002F5F66"/>
    <w:rsid w:val="00300970"/>
    <w:rsid w:val="003049A0"/>
    <w:rsid w:val="003049FA"/>
    <w:rsid w:val="00304A08"/>
    <w:rsid w:val="00306840"/>
    <w:rsid w:val="00306E78"/>
    <w:rsid w:val="00310F5A"/>
    <w:rsid w:val="00311823"/>
    <w:rsid w:val="00312677"/>
    <w:rsid w:val="003144F1"/>
    <w:rsid w:val="00315918"/>
    <w:rsid w:val="00317A4F"/>
    <w:rsid w:val="00317FE7"/>
    <w:rsid w:val="0032042B"/>
    <w:rsid w:val="00322060"/>
    <w:rsid w:val="00322BA9"/>
    <w:rsid w:val="003246C3"/>
    <w:rsid w:val="00326B9F"/>
    <w:rsid w:val="003317AE"/>
    <w:rsid w:val="00333E78"/>
    <w:rsid w:val="0033478B"/>
    <w:rsid w:val="00336211"/>
    <w:rsid w:val="00336896"/>
    <w:rsid w:val="003368CB"/>
    <w:rsid w:val="0033717E"/>
    <w:rsid w:val="00337674"/>
    <w:rsid w:val="00340238"/>
    <w:rsid w:val="00340D4C"/>
    <w:rsid w:val="00346525"/>
    <w:rsid w:val="00350968"/>
    <w:rsid w:val="00352A1B"/>
    <w:rsid w:val="00356E24"/>
    <w:rsid w:val="00357531"/>
    <w:rsid w:val="00357722"/>
    <w:rsid w:val="003604A0"/>
    <w:rsid w:val="00360BCD"/>
    <w:rsid w:val="00362580"/>
    <w:rsid w:val="00370EA1"/>
    <w:rsid w:val="00371094"/>
    <w:rsid w:val="0037121A"/>
    <w:rsid w:val="00371221"/>
    <w:rsid w:val="00371789"/>
    <w:rsid w:val="00372D92"/>
    <w:rsid w:val="00376348"/>
    <w:rsid w:val="00380BBF"/>
    <w:rsid w:val="00382848"/>
    <w:rsid w:val="003836AA"/>
    <w:rsid w:val="003856FD"/>
    <w:rsid w:val="00387CD3"/>
    <w:rsid w:val="003903B7"/>
    <w:rsid w:val="003934C8"/>
    <w:rsid w:val="00395F36"/>
    <w:rsid w:val="003A0344"/>
    <w:rsid w:val="003A5EB0"/>
    <w:rsid w:val="003A7325"/>
    <w:rsid w:val="003B0DBD"/>
    <w:rsid w:val="003B6066"/>
    <w:rsid w:val="003B68C2"/>
    <w:rsid w:val="003C0599"/>
    <w:rsid w:val="003C4E4E"/>
    <w:rsid w:val="003C534E"/>
    <w:rsid w:val="003C5816"/>
    <w:rsid w:val="003C6B3A"/>
    <w:rsid w:val="003D1EEE"/>
    <w:rsid w:val="003D38E8"/>
    <w:rsid w:val="003D6300"/>
    <w:rsid w:val="003D7EF1"/>
    <w:rsid w:val="003E13B8"/>
    <w:rsid w:val="003E1C1F"/>
    <w:rsid w:val="003E39E9"/>
    <w:rsid w:val="003E48D4"/>
    <w:rsid w:val="003E4D35"/>
    <w:rsid w:val="003E7080"/>
    <w:rsid w:val="003E7511"/>
    <w:rsid w:val="003F00A6"/>
    <w:rsid w:val="003F2196"/>
    <w:rsid w:val="003F32EC"/>
    <w:rsid w:val="003F450D"/>
    <w:rsid w:val="003F50BE"/>
    <w:rsid w:val="003F7F43"/>
    <w:rsid w:val="004000B2"/>
    <w:rsid w:val="00400227"/>
    <w:rsid w:val="004002F5"/>
    <w:rsid w:val="004049B1"/>
    <w:rsid w:val="00411153"/>
    <w:rsid w:val="00413A45"/>
    <w:rsid w:val="00424E24"/>
    <w:rsid w:val="00425E73"/>
    <w:rsid w:val="0043077F"/>
    <w:rsid w:val="00435A7F"/>
    <w:rsid w:val="0043653D"/>
    <w:rsid w:val="00440E2F"/>
    <w:rsid w:val="00443739"/>
    <w:rsid w:val="00445748"/>
    <w:rsid w:val="00447AEC"/>
    <w:rsid w:val="00454B62"/>
    <w:rsid w:val="004552A1"/>
    <w:rsid w:val="00455716"/>
    <w:rsid w:val="00460746"/>
    <w:rsid w:val="0047324A"/>
    <w:rsid w:val="00473A22"/>
    <w:rsid w:val="004751CB"/>
    <w:rsid w:val="00480364"/>
    <w:rsid w:val="004827BE"/>
    <w:rsid w:val="004843D5"/>
    <w:rsid w:val="00486300"/>
    <w:rsid w:val="004879FC"/>
    <w:rsid w:val="004902F3"/>
    <w:rsid w:val="004918A8"/>
    <w:rsid w:val="00492336"/>
    <w:rsid w:val="004968DC"/>
    <w:rsid w:val="00497638"/>
    <w:rsid w:val="00497D60"/>
    <w:rsid w:val="00497F4F"/>
    <w:rsid w:val="004A0E76"/>
    <w:rsid w:val="004B0DA2"/>
    <w:rsid w:val="004B1B2C"/>
    <w:rsid w:val="004B3125"/>
    <w:rsid w:val="004B3EC4"/>
    <w:rsid w:val="004B4007"/>
    <w:rsid w:val="004B463C"/>
    <w:rsid w:val="004B5ED0"/>
    <w:rsid w:val="004B6787"/>
    <w:rsid w:val="004C05EB"/>
    <w:rsid w:val="004C1124"/>
    <w:rsid w:val="004C1F8E"/>
    <w:rsid w:val="004C24D4"/>
    <w:rsid w:val="004C480E"/>
    <w:rsid w:val="004C667A"/>
    <w:rsid w:val="004D0DA7"/>
    <w:rsid w:val="004D1DF0"/>
    <w:rsid w:val="004D23C6"/>
    <w:rsid w:val="004D3277"/>
    <w:rsid w:val="004D660B"/>
    <w:rsid w:val="004E1807"/>
    <w:rsid w:val="004E1F57"/>
    <w:rsid w:val="004E319F"/>
    <w:rsid w:val="004E4EF5"/>
    <w:rsid w:val="004F097E"/>
    <w:rsid w:val="004F0CEC"/>
    <w:rsid w:val="004F1D41"/>
    <w:rsid w:val="004F213E"/>
    <w:rsid w:val="004F39ED"/>
    <w:rsid w:val="004F4342"/>
    <w:rsid w:val="004F54B3"/>
    <w:rsid w:val="004F6097"/>
    <w:rsid w:val="004F634C"/>
    <w:rsid w:val="00501741"/>
    <w:rsid w:val="00502334"/>
    <w:rsid w:val="00505455"/>
    <w:rsid w:val="0050623E"/>
    <w:rsid w:val="0050752F"/>
    <w:rsid w:val="00507F8B"/>
    <w:rsid w:val="005123ED"/>
    <w:rsid w:val="00512FC8"/>
    <w:rsid w:val="005154EE"/>
    <w:rsid w:val="00515F96"/>
    <w:rsid w:val="00517637"/>
    <w:rsid w:val="005224A2"/>
    <w:rsid w:val="005269D9"/>
    <w:rsid w:val="00527EAA"/>
    <w:rsid w:val="005312DE"/>
    <w:rsid w:val="00531606"/>
    <w:rsid w:val="00533381"/>
    <w:rsid w:val="00534BDE"/>
    <w:rsid w:val="005377C5"/>
    <w:rsid w:val="00540BD5"/>
    <w:rsid w:val="00540DB7"/>
    <w:rsid w:val="0054217F"/>
    <w:rsid w:val="00543639"/>
    <w:rsid w:val="0054398D"/>
    <w:rsid w:val="005442A5"/>
    <w:rsid w:val="0054469E"/>
    <w:rsid w:val="00546182"/>
    <w:rsid w:val="005474F1"/>
    <w:rsid w:val="00547C14"/>
    <w:rsid w:val="005509C5"/>
    <w:rsid w:val="00551153"/>
    <w:rsid w:val="00551335"/>
    <w:rsid w:val="00552194"/>
    <w:rsid w:val="00552711"/>
    <w:rsid w:val="00553BB1"/>
    <w:rsid w:val="005546C7"/>
    <w:rsid w:val="00555202"/>
    <w:rsid w:val="00555235"/>
    <w:rsid w:val="005572E1"/>
    <w:rsid w:val="00557428"/>
    <w:rsid w:val="00570677"/>
    <w:rsid w:val="00571B76"/>
    <w:rsid w:val="00573F24"/>
    <w:rsid w:val="00576D98"/>
    <w:rsid w:val="00576DE6"/>
    <w:rsid w:val="00580962"/>
    <w:rsid w:val="00583E47"/>
    <w:rsid w:val="005920CC"/>
    <w:rsid w:val="005930E8"/>
    <w:rsid w:val="005933FD"/>
    <w:rsid w:val="00596292"/>
    <w:rsid w:val="005A09FB"/>
    <w:rsid w:val="005A4338"/>
    <w:rsid w:val="005A4E29"/>
    <w:rsid w:val="005A54E9"/>
    <w:rsid w:val="005A5A6F"/>
    <w:rsid w:val="005A6657"/>
    <w:rsid w:val="005A743F"/>
    <w:rsid w:val="005B160C"/>
    <w:rsid w:val="005B2858"/>
    <w:rsid w:val="005B3936"/>
    <w:rsid w:val="005B470C"/>
    <w:rsid w:val="005C48C2"/>
    <w:rsid w:val="005C5E43"/>
    <w:rsid w:val="005D0EF2"/>
    <w:rsid w:val="005D1BFC"/>
    <w:rsid w:val="005D2229"/>
    <w:rsid w:val="005D3D8F"/>
    <w:rsid w:val="005D778A"/>
    <w:rsid w:val="005E1CBE"/>
    <w:rsid w:val="005E27A0"/>
    <w:rsid w:val="005E5E66"/>
    <w:rsid w:val="005E638A"/>
    <w:rsid w:val="005F7436"/>
    <w:rsid w:val="006019AA"/>
    <w:rsid w:val="00603377"/>
    <w:rsid w:val="006034D7"/>
    <w:rsid w:val="00605872"/>
    <w:rsid w:val="006079D5"/>
    <w:rsid w:val="00607A35"/>
    <w:rsid w:val="006124E9"/>
    <w:rsid w:val="00612D94"/>
    <w:rsid w:val="006134AB"/>
    <w:rsid w:val="00613835"/>
    <w:rsid w:val="00615FD1"/>
    <w:rsid w:val="006176F9"/>
    <w:rsid w:val="00620A61"/>
    <w:rsid w:val="00620C42"/>
    <w:rsid w:val="00623659"/>
    <w:rsid w:val="00623C33"/>
    <w:rsid w:val="00624D0D"/>
    <w:rsid w:val="006259C8"/>
    <w:rsid w:val="00625D93"/>
    <w:rsid w:val="006269F0"/>
    <w:rsid w:val="006303C4"/>
    <w:rsid w:val="00633390"/>
    <w:rsid w:val="00633FE5"/>
    <w:rsid w:val="00635CE6"/>
    <w:rsid w:val="00636827"/>
    <w:rsid w:val="006368F8"/>
    <w:rsid w:val="00641F09"/>
    <w:rsid w:val="00642397"/>
    <w:rsid w:val="00650A0B"/>
    <w:rsid w:val="00651075"/>
    <w:rsid w:val="0065349A"/>
    <w:rsid w:val="00654E2A"/>
    <w:rsid w:val="006579CD"/>
    <w:rsid w:val="00660028"/>
    <w:rsid w:val="00662F7A"/>
    <w:rsid w:val="00667C06"/>
    <w:rsid w:val="006711B2"/>
    <w:rsid w:val="006712B5"/>
    <w:rsid w:val="00672105"/>
    <w:rsid w:val="006726FD"/>
    <w:rsid w:val="00673BD2"/>
    <w:rsid w:val="00674946"/>
    <w:rsid w:val="00674C90"/>
    <w:rsid w:val="00677606"/>
    <w:rsid w:val="00681830"/>
    <w:rsid w:val="00682001"/>
    <w:rsid w:val="006832CF"/>
    <w:rsid w:val="00684F3A"/>
    <w:rsid w:val="00685FF6"/>
    <w:rsid w:val="0068787A"/>
    <w:rsid w:val="00687B51"/>
    <w:rsid w:val="0069508A"/>
    <w:rsid w:val="00695705"/>
    <w:rsid w:val="00696BB6"/>
    <w:rsid w:val="006A1331"/>
    <w:rsid w:val="006A3570"/>
    <w:rsid w:val="006A48E4"/>
    <w:rsid w:val="006A6809"/>
    <w:rsid w:val="006B1942"/>
    <w:rsid w:val="006B1988"/>
    <w:rsid w:val="006B1B10"/>
    <w:rsid w:val="006B2561"/>
    <w:rsid w:val="006B3DC5"/>
    <w:rsid w:val="006B406D"/>
    <w:rsid w:val="006B43B8"/>
    <w:rsid w:val="006B4483"/>
    <w:rsid w:val="006B50D0"/>
    <w:rsid w:val="006B5E42"/>
    <w:rsid w:val="006B6B3F"/>
    <w:rsid w:val="006B74F5"/>
    <w:rsid w:val="006B7CC6"/>
    <w:rsid w:val="006C0AEB"/>
    <w:rsid w:val="006C0F2F"/>
    <w:rsid w:val="006C2939"/>
    <w:rsid w:val="006C506C"/>
    <w:rsid w:val="006C70EB"/>
    <w:rsid w:val="006C726F"/>
    <w:rsid w:val="006D01F4"/>
    <w:rsid w:val="006D0795"/>
    <w:rsid w:val="006D64D5"/>
    <w:rsid w:val="006D6722"/>
    <w:rsid w:val="006D79A6"/>
    <w:rsid w:val="006E087D"/>
    <w:rsid w:val="006E0F5D"/>
    <w:rsid w:val="006E1106"/>
    <w:rsid w:val="006E18FE"/>
    <w:rsid w:val="006E1BB8"/>
    <w:rsid w:val="006E3E4D"/>
    <w:rsid w:val="006E3E75"/>
    <w:rsid w:val="006E3EB7"/>
    <w:rsid w:val="006E4ABB"/>
    <w:rsid w:val="006E5149"/>
    <w:rsid w:val="006F10AA"/>
    <w:rsid w:val="006F3F0D"/>
    <w:rsid w:val="006F40BE"/>
    <w:rsid w:val="006F75BC"/>
    <w:rsid w:val="006F7A81"/>
    <w:rsid w:val="00701F81"/>
    <w:rsid w:val="00702C85"/>
    <w:rsid w:val="007035B5"/>
    <w:rsid w:val="0070668A"/>
    <w:rsid w:val="00706EFF"/>
    <w:rsid w:val="00707263"/>
    <w:rsid w:val="00713CF7"/>
    <w:rsid w:val="00715EB5"/>
    <w:rsid w:val="007164F4"/>
    <w:rsid w:val="00720C65"/>
    <w:rsid w:val="00720D93"/>
    <w:rsid w:val="007215ED"/>
    <w:rsid w:val="00721B9D"/>
    <w:rsid w:val="00721E57"/>
    <w:rsid w:val="007227DE"/>
    <w:rsid w:val="00722995"/>
    <w:rsid w:val="00723945"/>
    <w:rsid w:val="00724D6E"/>
    <w:rsid w:val="00725A6F"/>
    <w:rsid w:val="00731A7D"/>
    <w:rsid w:val="00732B52"/>
    <w:rsid w:val="00732D8A"/>
    <w:rsid w:val="00735BD5"/>
    <w:rsid w:val="007365BB"/>
    <w:rsid w:val="00736A22"/>
    <w:rsid w:val="0074237F"/>
    <w:rsid w:val="007445E3"/>
    <w:rsid w:val="00747C11"/>
    <w:rsid w:val="00747ECD"/>
    <w:rsid w:val="007532D6"/>
    <w:rsid w:val="00755928"/>
    <w:rsid w:val="00756547"/>
    <w:rsid w:val="00757215"/>
    <w:rsid w:val="007603B0"/>
    <w:rsid w:val="00762D2C"/>
    <w:rsid w:val="007636D3"/>
    <w:rsid w:val="00765898"/>
    <w:rsid w:val="00771D89"/>
    <w:rsid w:val="007725C8"/>
    <w:rsid w:val="00772E89"/>
    <w:rsid w:val="00775BF4"/>
    <w:rsid w:val="007764D7"/>
    <w:rsid w:val="007809FE"/>
    <w:rsid w:val="0078392C"/>
    <w:rsid w:val="00783D86"/>
    <w:rsid w:val="00784625"/>
    <w:rsid w:val="00787E76"/>
    <w:rsid w:val="00793C2F"/>
    <w:rsid w:val="00794484"/>
    <w:rsid w:val="007965E7"/>
    <w:rsid w:val="0079675F"/>
    <w:rsid w:val="007A2193"/>
    <w:rsid w:val="007A2344"/>
    <w:rsid w:val="007A2831"/>
    <w:rsid w:val="007A451D"/>
    <w:rsid w:val="007A6BA0"/>
    <w:rsid w:val="007A7D60"/>
    <w:rsid w:val="007B07C0"/>
    <w:rsid w:val="007B0E38"/>
    <w:rsid w:val="007B3123"/>
    <w:rsid w:val="007B6BDA"/>
    <w:rsid w:val="007C1909"/>
    <w:rsid w:val="007C7B7B"/>
    <w:rsid w:val="007C7BB2"/>
    <w:rsid w:val="007D08CD"/>
    <w:rsid w:val="007D4E17"/>
    <w:rsid w:val="007D620D"/>
    <w:rsid w:val="007D7956"/>
    <w:rsid w:val="007E0009"/>
    <w:rsid w:val="007E231E"/>
    <w:rsid w:val="007E4093"/>
    <w:rsid w:val="007E47B2"/>
    <w:rsid w:val="007E619B"/>
    <w:rsid w:val="007E6D58"/>
    <w:rsid w:val="007E7746"/>
    <w:rsid w:val="007E7806"/>
    <w:rsid w:val="007E7E6C"/>
    <w:rsid w:val="007F02D1"/>
    <w:rsid w:val="007F25A5"/>
    <w:rsid w:val="008029AE"/>
    <w:rsid w:val="0080483A"/>
    <w:rsid w:val="00807303"/>
    <w:rsid w:val="00810641"/>
    <w:rsid w:val="00812980"/>
    <w:rsid w:val="00813539"/>
    <w:rsid w:val="00813943"/>
    <w:rsid w:val="00815690"/>
    <w:rsid w:val="008175D0"/>
    <w:rsid w:val="008243CF"/>
    <w:rsid w:val="00824CA2"/>
    <w:rsid w:val="008267C9"/>
    <w:rsid w:val="00827158"/>
    <w:rsid w:val="00834A36"/>
    <w:rsid w:val="00835182"/>
    <w:rsid w:val="0083578A"/>
    <w:rsid w:val="008368E5"/>
    <w:rsid w:val="00841210"/>
    <w:rsid w:val="00841A42"/>
    <w:rsid w:val="00841CFC"/>
    <w:rsid w:val="00841D99"/>
    <w:rsid w:val="00842689"/>
    <w:rsid w:val="00842C85"/>
    <w:rsid w:val="008444F3"/>
    <w:rsid w:val="00845302"/>
    <w:rsid w:val="00847489"/>
    <w:rsid w:val="00850122"/>
    <w:rsid w:val="008506E6"/>
    <w:rsid w:val="00852979"/>
    <w:rsid w:val="00855A01"/>
    <w:rsid w:val="0085694A"/>
    <w:rsid w:val="00864F88"/>
    <w:rsid w:val="008654FB"/>
    <w:rsid w:val="00865B4B"/>
    <w:rsid w:val="00867323"/>
    <w:rsid w:val="0086747F"/>
    <w:rsid w:val="00867E95"/>
    <w:rsid w:val="00872E6E"/>
    <w:rsid w:val="00873C40"/>
    <w:rsid w:val="008745CF"/>
    <w:rsid w:val="00875234"/>
    <w:rsid w:val="00876801"/>
    <w:rsid w:val="00876991"/>
    <w:rsid w:val="008770B8"/>
    <w:rsid w:val="00880B74"/>
    <w:rsid w:val="00883FE6"/>
    <w:rsid w:val="00884EB6"/>
    <w:rsid w:val="00887ED1"/>
    <w:rsid w:val="00892074"/>
    <w:rsid w:val="00893871"/>
    <w:rsid w:val="00893EF9"/>
    <w:rsid w:val="00895D1A"/>
    <w:rsid w:val="00897F01"/>
    <w:rsid w:val="008A13CE"/>
    <w:rsid w:val="008A4C72"/>
    <w:rsid w:val="008A4CDF"/>
    <w:rsid w:val="008A52AD"/>
    <w:rsid w:val="008A52F5"/>
    <w:rsid w:val="008A65C9"/>
    <w:rsid w:val="008A7DFD"/>
    <w:rsid w:val="008B560D"/>
    <w:rsid w:val="008B5C3A"/>
    <w:rsid w:val="008B5DDA"/>
    <w:rsid w:val="008B6039"/>
    <w:rsid w:val="008B6DE4"/>
    <w:rsid w:val="008B7116"/>
    <w:rsid w:val="008C0D79"/>
    <w:rsid w:val="008C0E7C"/>
    <w:rsid w:val="008C0EB4"/>
    <w:rsid w:val="008C1108"/>
    <w:rsid w:val="008C1F5A"/>
    <w:rsid w:val="008C2EE9"/>
    <w:rsid w:val="008D1118"/>
    <w:rsid w:val="008D1E9C"/>
    <w:rsid w:val="008D241C"/>
    <w:rsid w:val="008D3FB9"/>
    <w:rsid w:val="008D4485"/>
    <w:rsid w:val="008D74A9"/>
    <w:rsid w:val="008E03D8"/>
    <w:rsid w:val="008E41E9"/>
    <w:rsid w:val="008E4B83"/>
    <w:rsid w:val="008E5FF4"/>
    <w:rsid w:val="008E71A1"/>
    <w:rsid w:val="008E7B54"/>
    <w:rsid w:val="008E7FD8"/>
    <w:rsid w:val="008F13CE"/>
    <w:rsid w:val="008F1B81"/>
    <w:rsid w:val="008F3824"/>
    <w:rsid w:val="008F4791"/>
    <w:rsid w:val="008F577C"/>
    <w:rsid w:val="008F6A6D"/>
    <w:rsid w:val="008F7A33"/>
    <w:rsid w:val="008F7DC3"/>
    <w:rsid w:val="009009D5"/>
    <w:rsid w:val="00901486"/>
    <w:rsid w:val="00901ADE"/>
    <w:rsid w:val="00904AE0"/>
    <w:rsid w:val="00906EFA"/>
    <w:rsid w:val="009070BB"/>
    <w:rsid w:val="0090775A"/>
    <w:rsid w:val="00907F07"/>
    <w:rsid w:val="0091093F"/>
    <w:rsid w:val="00912365"/>
    <w:rsid w:val="009135DE"/>
    <w:rsid w:val="00915266"/>
    <w:rsid w:val="00917FF3"/>
    <w:rsid w:val="0092098E"/>
    <w:rsid w:val="00922DB9"/>
    <w:rsid w:val="00923AF5"/>
    <w:rsid w:val="0092485B"/>
    <w:rsid w:val="00932477"/>
    <w:rsid w:val="009334CC"/>
    <w:rsid w:val="009373F9"/>
    <w:rsid w:val="00940540"/>
    <w:rsid w:val="009405F8"/>
    <w:rsid w:val="00940BB1"/>
    <w:rsid w:val="00941228"/>
    <w:rsid w:val="00947A12"/>
    <w:rsid w:val="009507F6"/>
    <w:rsid w:val="0095083D"/>
    <w:rsid w:val="00952F1F"/>
    <w:rsid w:val="00954767"/>
    <w:rsid w:val="009560BA"/>
    <w:rsid w:val="009566FF"/>
    <w:rsid w:val="00956A00"/>
    <w:rsid w:val="009605F8"/>
    <w:rsid w:val="00961404"/>
    <w:rsid w:val="009641C2"/>
    <w:rsid w:val="00970754"/>
    <w:rsid w:val="009707CE"/>
    <w:rsid w:val="00970F8A"/>
    <w:rsid w:val="00972AFE"/>
    <w:rsid w:val="009730DF"/>
    <w:rsid w:val="009767A7"/>
    <w:rsid w:val="0097739C"/>
    <w:rsid w:val="00980817"/>
    <w:rsid w:val="00981D2B"/>
    <w:rsid w:val="00982B6E"/>
    <w:rsid w:val="00986ECC"/>
    <w:rsid w:val="009903EC"/>
    <w:rsid w:val="009945A2"/>
    <w:rsid w:val="00994FF2"/>
    <w:rsid w:val="00996506"/>
    <w:rsid w:val="00997CC2"/>
    <w:rsid w:val="009A081B"/>
    <w:rsid w:val="009A1251"/>
    <w:rsid w:val="009A3ACE"/>
    <w:rsid w:val="009A6032"/>
    <w:rsid w:val="009A6483"/>
    <w:rsid w:val="009A6F34"/>
    <w:rsid w:val="009A7C8E"/>
    <w:rsid w:val="009B29EC"/>
    <w:rsid w:val="009B4207"/>
    <w:rsid w:val="009B449A"/>
    <w:rsid w:val="009B46A1"/>
    <w:rsid w:val="009B687B"/>
    <w:rsid w:val="009C29ED"/>
    <w:rsid w:val="009C3ED0"/>
    <w:rsid w:val="009C56F6"/>
    <w:rsid w:val="009D1612"/>
    <w:rsid w:val="009D7C57"/>
    <w:rsid w:val="009E21FE"/>
    <w:rsid w:val="009E2D6B"/>
    <w:rsid w:val="009E39C3"/>
    <w:rsid w:val="009E62BB"/>
    <w:rsid w:val="009F05EB"/>
    <w:rsid w:val="009F27AD"/>
    <w:rsid w:val="009F299D"/>
    <w:rsid w:val="009F2FB4"/>
    <w:rsid w:val="009F3A77"/>
    <w:rsid w:val="00A00F94"/>
    <w:rsid w:val="00A01197"/>
    <w:rsid w:val="00A01A41"/>
    <w:rsid w:val="00A11263"/>
    <w:rsid w:val="00A1198C"/>
    <w:rsid w:val="00A121EB"/>
    <w:rsid w:val="00A1377E"/>
    <w:rsid w:val="00A14616"/>
    <w:rsid w:val="00A15856"/>
    <w:rsid w:val="00A1736B"/>
    <w:rsid w:val="00A270D2"/>
    <w:rsid w:val="00A3070C"/>
    <w:rsid w:val="00A320ED"/>
    <w:rsid w:val="00A40C56"/>
    <w:rsid w:val="00A40CED"/>
    <w:rsid w:val="00A41002"/>
    <w:rsid w:val="00A43702"/>
    <w:rsid w:val="00A4385B"/>
    <w:rsid w:val="00A45DBB"/>
    <w:rsid w:val="00A46710"/>
    <w:rsid w:val="00A468A3"/>
    <w:rsid w:val="00A47B89"/>
    <w:rsid w:val="00A51528"/>
    <w:rsid w:val="00A51D87"/>
    <w:rsid w:val="00A5281C"/>
    <w:rsid w:val="00A55765"/>
    <w:rsid w:val="00A55A29"/>
    <w:rsid w:val="00A632C6"/>
    <w:rsid w:val="00A67B84"/>
    <w:rsid w:val="00A71AD5"/>
    <w:rsid w:val="00A73CB4"/>
    <w:rsid w:val="00A75178"/>
    <w:rsid w:val="00A75E9B"/>
    <w:rsid w:val="00A76841"/>
    <w:rsid w:val="00A81C64"/>
    <w:rsid w:val="00A81C6F"/>
    <w:rsid w:val="00A83510"/>
    <w:rsid w:val="00A845B3"/>
    <w:rsid w:val="00A84B20"/>
    <w:rsid w:val="00A903E3"/>
    <w:rsid w:val="00A90569"/>
    <w:rsid w:val="00A91061"/>
    <w:rsid w:val="00A9152E"/>
    <w:rsid w:val="00A92424"/>
    <w:rsid w:val="00A92FE1"/>
    <w:rsid w:val="00A963A3"/>
    <w:rsid w:val="00A9745D"/>
    <w:rsid w:val="00AA0172"/>
    <w:rsid w:val="00AA0C76"/>
    <w:rsid w:val="00AA16C9"/>
    <w:rsid w:val="00AA251E"/>
    <w:rsid w:val="00AA2B14"/>
    <w:rsid w:val="00AA3523"/>
    <w:rsid w:val="00AA41FC"/>
    <w:rsid w:val="00AA79D4"/>
    <w:rsid w:val="00AB10DC"/>
    <w:rsid w:val="00AB760B"/>
    <w:rsid w:val="00AC041A"/>
    <w:rsid w:val="00AC1089"/>
    <w:rsid w:val="00AC2DE1"/>
    <w:rsid w:val="00AC3C25"/>
    <w:rsid w:val="00AC56B0"/>
    <w:rsid w:val="00AC5B55"/>
    <w:rsid w:val="00AC789F"/>
    <w:rsid w:val="00AD0898"/>
    <w:rsid w:val="00AD3740"/>
    <w:rsid w:val="00AD3D2C"/>
    <w:rsid w:val="00AD59B1"/>
    <w:rsid w:val="00AD62A6"/>
    <w:rsid w:val="00AD6F17"/>
    <w:rsid w:val="00AE280D"/>
    <w:rsid w:val="00AE2C44"/>
    <w:rsid w:val="00AE30F0"/>
    <w:rsid w:val="00AE3F66"/>
    <w:rsid w:val="00AE4852"/>
    <w:rsid w:val="00AE4B60"/>
    <w:rsid w:val="00AE6CE4"/>
    <w:rsid w:val="00AF1E76"/>
    <w:rsid w:val="00AF261F"/>
    <w:rsid w:val="00AF4AF9"/>
    <w:rsid w:val="00AF6302"/>
    <w:rsid w:val="00B0264B"/>
    <w:rsid w:val="00B034A4"/>
    <w:rsid w:val="00B039A0"/>
    <w:rsid w:val="00B03D4A"/>
    <w:rsid w:val="00B042E4"/>
    <w:rsid w:val="00B04F1B"/>
    <w:rsid w:val="00B05C02"/>
    <w:rsid w:val="00B100CF"/>
    <w:rsid w:val="00B11058"/>
    <w:rsid w:val="00B11C73"/>
    <w:rsid w:val="00B12382"/>
    <w:rsid w:val="00B133F1"/>
    <w:rsid w:val="00B14DAC"/>
    <w:rsid w:val="00B15321"/>
    <w:rsid w:val="00B15909"/>
    <w:rsid w:val="00B20A5C"/>
    <w:rsid w:val="00B20C1A"/>
    <w:rsid w:val="00B226E6"/>
    <w:rsid w:val="00B2779F"/>
    <w:rsid w:val="00B302B3"/>
    <w:rsid w:val="00B3084E"/>
    <w:rsid w:val="00B30D6D"/>
    <w:rsid w:val="00B32EAF"/>
    <w:rsid w:val="00B3499E"/>
    <w:rsid w:val="00B3627A"/>
    <w:rsid w:val="00B36F27"/>
    <w:rsid w:val="00B4096E"/>
    <w:rsid w:val="00B41B5E"/>
    <w:rsid w:val="00B41EB2"/>
    <w:rsid w:val="00B42B6E"/>
    <w:rsid w:val="00B438C4"/>
    <w:rsid w:val="00B44308"/>
    <w:rsid w:val="00B4776A"/>
    <w:rsid w:val="00B503D5"/>
    <w:rsid w:val="00B51E96"/>
    <w:rsid w:val="00B5275E"/>
    <w:rsid w:val="00B544B6"/>
    <w:rsid w:val="00B544C9"/>
    <w:rsid w:val="00B579EA"/>
    <w:rsid w:val="00B611B2"/>
    <w:rsid w:val="00B616CB"/>
    <w:rsid w:val="00B65D33"/>
    <w:rsid w:val="00B66990"/>
    <w:rsid w:val="00B67C90"/>
    <w:rsid w:val="00B711FB"/>
    <w:rsid w:val="00B711FD"/>
    <w:rsid w:val="00B711FE"/>
    <w:rsid w:val="00B71763"/>
    <w:rsid w:val="00B7744F"/>
    <w:rsid w:val="00B77CDC"/>
    <w:rsid w:val="00B80C74"/>
    <w:rsid w:val="00B81000"/>
    <w:rsid w:val="00B81392"/>
    <w:rsid w:val="00B81CDE"/>
    <w:rsid w:val="00B832DA"/>
    <w:rsid w:val="00B85324"/>
    <w:rsid w:val="00B862C5"/>
    <w:rsid w:val="00B86870"/>
    <w:rsid w:val="00B870BB"/>
    <w:rsid w:val="00B873CF"/>
    <w:rsid w:val="00B87784"/>
    <w:rsid w:val="00B92730"/>
    <w:rsid w:val="00B96D0C"/>
    <w:rsid w:val="00B97181"/>
    <w:rsid w:val="00B97B68"/>
    <w:rsid w:val="00BA2A8F"/>
    <w:rsid w:val="00BA503E"/>
    <w:rsid w:val="00BA71DF"/>
    <w:rsid w:val="00BB0EDB"/>
    <w:rsid w:val="00BB1FEE"/>
    <w:rsid w:val="00BB30F8"/>
    <w:rsid w:val="00BB3A62"/>
    <w:rsid w:val="00BB3C92"/>
    <w:rsid w:val="00BB3E35"/>
    <w:rsid w:val="00BB484F"/>
    <w:rsid w:val="00BB78F3"/>
    <w:rsid w:val="00BC1E62"/>
    <w:rsid w:val="00BC21BC"/>
    <w:rsid w:val="00BC378C"/>
    <w:rsid w:val="00BC58C0"/>
    <w:rsid w:val="00BC5B93"/>
    <w:rsid w:val="00BC5D3A"/>
    <w:rsid w:val="00BC5F76"/>
    <w:rsid w:val="00BC6304"/>
    <w:rsid w:val="00BC794F"/>
    <w:rsid w:val="00BD06D1"/>
    <w:rsid w:val="00BD0AF8"/>
    <w:rsid w:val="00BD1BD8"/>
    <w:rsid w:val="00BD3A80"/>
    <w:rsid w:val="00BD4790"/>
    <w:rsid w:val="00BE121B"/>
    <w:rsid w:val="00BE13D3"/>
    <w:rsid w:val="00BE1EC6"/>
    <w:rsid w:val="00BE5DCD"/>
    <w:rsid w:val="00BE7513"/>
    <w:rsid w:val="00BE7922"/>
    <w:rsid w:val="00BF0882"/>
    <w:rsid w:val="00BF29B3"/>
    <w:rsid w:val="00BF2F82"/>
    <w:rsid w:val="00BF2FAE"/>
    <w:rsid w:val="00BF4661"/>
    <w:rsid w:val="00BF5B64"/>
    <w:rsid w:val="00C007E7"/>
    <w:rsid w:val="00C00F32"/>
    <w:rsid w:val="00C01029"/>
    <w:rsid w:val="00C01E8D"/>
    <w:rsid w:val="00C042F2"/>
    <w:rsid w:val="00C04C45"/>
    <w:rsid w:val="00C050C0"/>
    <w:rsid w:val="00C05D0F"/>
    <w:rsid w:val="00C079E4"/>
    <w:rsid w:val="00C07DDE"/>
    <w:rsid w:val="00C16706"/>
    <w:rsid w:val="00C20376"/>
    <w:rsid w:val="00C21DBF"/>
    <w:rsid w:val="00C2333C"/>
    <w:rsid w:val="00C252CD"/>
    <w:rsid w:val="00C337B9"/>
    <w:rsid w:val="00C35EE8"/>
    <w:rsid w:val="00C3764E"/>
    <w:rsid w:val="00C40777"/>
    <w:rsid w:val="00C41953"/>
    <w:rsid w:val="00C42D9A"/>
    <w:rsid w:val="00C437D3"/>
    <w:rsid w:val="00C44378"/>
    <w:rsid w:val="00C446F6"/>
    <w:rsid w:val="00C44A74"/>
    <w:rsid w:val="00C4677F"/>
    <w:rsid w:val="00C47D09"/>
    <w:rsid w:val="00C5005D"/>
    <w:rsid w:val="00C57A84"/>
    <w:rsid w:val="00C57BED"/>
    <w:rsid w:val="00C626E6"/>
    <w:rsid w:val="00C638ED"/>
    <w:rsid w:val="00C64437"/>
    <w:rsid w:val="00C65301"/>
    <w:rsid w:val="00C655DA"/>
    <w:rsid w:val="00C66618"/>
    <w:rsid w:val="00C70777"/>
    <w:rsid w:val="00C7321B"/>
    <w:rsid w:val="00C7482A"/>
    <w:rsid w:val="00C7544E"/>
    <w:rsid w:val="00C75D8B"/>
    <w:rsid w:val="00C777C8"/>
    <w:rsid w:val="00C8019C"/>
    <w:rsid w:val="00C8133B"/>
    <w:rsid w:val="00C90718"/>
    <w:rsid w:val="00C9148F"/>
    <w:rsid w:val="00C91E53"/>
    <w:rsid w:val="00C93890"/>
    <w:rsid w:val="00C95898"/>
    <w:rsid w:val="00C958E1"/>
    <w:rsid w:val="00C962C6"/>
    <w:rsid w:val="00C9680F"/>
    <w:rsid w:val="00CA0798"/>
    <w:rsid w:val="00CA3481"/>
    <w:rsid w:val="00CA4364"/>
    <w:rsid w:val="00CB47B0"/>
    <w:rsid w:val="00CB5297"/>
    <w:rsid w:val="00CB5865"/>
    <w:rsid w:val="00CC46BD"/>
    <w:rsid w:val="00CC64FE"/>
    <w:rsid w:val="00CD1D5C"/>
    <w:rsid w:val="00CD3ED5"/>
    <w:rsid w:val="00CD75BB"/>
    <w:rsid w:val="00CE5C1D"/>
    <w:rsid w:val="00CE5DE5"/>
    <w:rsid w:val="00CE7BFD"/>
    <w:rsid w:val="00CF44C4"/>
    <w:rsid w:val="00CF5B27"/>
    <w:rsid w:val="00CF6797"/>
    <w:rsid w:val="00CF6CEF"/>
    <w:rsid w:val="00D01A76"/>
    <w:rsid w:val="00D02852"/>
    <w:rsid w:val="00D03E88"/>
    <w:rsid w:val="00D05636"/>
    <w:rsid w:val="00D06F33"/>
    <w:rsid w:val="00D1256E"/>
    <w:rsid w:val="00D128FB"/>
    <w:rsid w:val="00D13FF5"/>
    <w:rsid w:val="00D1660D"/>
    <w:rsid w:val="00D17B4A"/>
    <w:rsid w:val="00D2038F"/>
    <w:rsid w:val="00D21C61"/>
    <w:rsid w:val="00D225E5"/>
    <w:rsid w:val="00D25BFE"/>
    <w:rsid w:val="00D27126"/>
    <w:rsid w:val="00D316B0"/>
    <w:rsid w:val="00D31EC0"/>
    <w:rsid w:val="00D35210"/>
    <w:rsid w:val="00D43C1B"/>
    <w:rsid w:val="00D44E11"/>
    <w:rsid w:val="00D46607"/>
    <w:rsid w:val="00D46977"/>
    <w:rsid w:val="00D46BF9"/>
    <w:rsid w:val="00D50073"/>
    <w:rsid w:val="00D503C2"/>
    <w:rsid w:val="00D50B09"/>
    <w:rsid w:val="00D53FB1"/>
    <w:rsid w:val="00D56C0A"/>
    <w:rsid w:val="00D57605"/>
    <w:rsid w:val="00D61C99"/>
    <w:rsid w:val="00D62829"/>
    <w:rsid w:val="00D62953"/>
    <w:rsid w:val="00D62C53"/>
    <w:rsid w:val="00D63A89"/>
    <w:rsid w:val="00D63D44"/>
    <w:rsid w:val="00D640B8"/>
    <w:rsid w:val="00D65944"/>
    <w:rsid w:val="00D672F9"/>
    <w:rsid w:val="00D71C56"/>
    <w:rsid w:val="00D7386D"/>
    <w:rsid w:val="00D73E42"/>
    <w:rsid w:val="00D75192"/>
    <w:rsid w:val="00D7548D"/>
    <w:rsid w:val="00D805A8"/>
    <w:rsid w:val="00D8147A"/>
    <w:rsid w:val="00D831C7"/>
    <w:rsid w:val="00D83356"/>
    <w:rsid w:val="00D85F00"/>
    <w:rsid w:val="00D877E4"/>
    <w:rsid w:val="00D8790A"/>
    <w:rsid w:val="00D93826"/>
    <w:rsid w:val="00D949FA"/>
    <w:rsid w:val="00D97B6F"/>
    <w:rsid w:val="00DA35DD"/>
    <w:rsid w:val="00DA4D8A"/>
    <w:rsid w:val="00DA7A9A"/>
    <w:rsid w:val="00DB0274"/>
    <w:rsid w:val="00DB0FAC"/>
    <w:rsid w:val="00DB1CEF"/>
    <w:rsid w:val="00DB2202"/>
    <w:rsid w:val="00DB2CE9"/>
    <w:rsid w:val="00DB3B2D"/>
    <w:rsid w:val="00DB5238"/>
    <w:rsid w:val="00DB5F48"/>
    <w:rsid w:val="00DB7313"/>
    <w:rsid w:val="00DC07A0"/>
    <w:rsid w:val="00DC480D"/>
    <w:rsid w:val="00DC608D"/>
    <w:rsid w:val="00DD042C"/>
    <w:rsid w:val="00DD24D9"/>
    <w:rsid w:val="00DD26C2"/>
    <w:rsid w:val="00DE0B5F"/>
    <w:rsid w:val="00DE1158"/>
    <w:rsid w:val="00DE1181"/>
    <w:rsid w:val="00DE196C"/>
    <w:rsid w:val="00DE1EF6"/>
    <w:rsid w:val="00DE3771"/>
    <w:rsid w:val="00DE4FB5"/>
    <w:rsid w:val="00DE5FA5"/>
    <w:rsid w:val="00DF0904"/>
    <w:rsid w:val="00DF32A4"/>
    <w:rsid w:val="00DF3552"/>
    <w:rsid w:val="00DF664F"/>
    <w:rsid w:val="00DF6D97"/>
    <w:rsid w:val="00DF6F48"/>
    <w:rsid w:val="00DF7592"/>
    <w:rsid w:val="00DF765E"/>
    <w:rsid w:val="00DF77E2"/>
    <w:rsid w:val="00E01CD7"/>
    <w:rsid w:val="00E02928"/>
    <w:rsid w:val="00E02B0C"/>
    <w:rsid w:val="00E02D2A"/>
    <w:rsid w:val="00E04875"/>
    <w:rsid w:val="00E051F0"/>
    <w:rsid w:val="00E0651F"/>
    <w:rsid w:val="00E0677E"/>
    <w:rsid w:val="00E069DE"/>
    <w:rsid w:val="00E109D8"/>
    <w:rsid w:val="00E122F2"/>
    <w:rsid w:val="00E1423E"/>
    <w:rsid w:val="00E1580F"/>
    <w:rsid w:val="00E16977"/>
    <w:rsid w:val="00E16A18"/>
    <w:rsid w:val="00E1759F"/>
    <w:rsid w:val="00E20154"/>
    <w:rsid w:val="00E2110D"/>
    <w:rsid w:val="00E22583"/>
    <w:rsid w:val="00E2321E"/>
    <w:rsid w:val="00E2482A"/>
    <w:rsid w:val="00E27555"/>
    <w:rsid w:val="00E33878"/>
    <w:rsid w:val="00E34338"/>
    <w:rsid w:val="00E356C4"/>
    <w:rsid w:val="00E4201C"/>
    <w:rsid w:val="00E4244E"/>
    <w:rsid w:val="00E42FF4"/>
    <w:rsid w:val="00E434E0"/>
    <w:rsid w:val="00E43D2B"/>
    <w:rsid w:val="00E44296"/>
    <w:rsid w:val="00E46AFD"/>
    <w:rsid w:val="00E504C0"/>
    <w:rsid w:val="00E51076"/>
    <w:rsid w:val="00E53AD8"/>
    <w:rsid w:val="00E54695"/>
    <w:rsid w:val="00E55B80"/>
    <w:rsid w:val="00E57237"/>
    <w:rsid w:val="00E5778F"/>
    <w:rsid w:val="00E57CC7"/>
    <w:rsid w:val="00E614C3"/>
    <w:rsid w:val="00E62A8A"/>
    <w:rsid w:val="00E64F68"/>
    <w:rsid w:val="00E66678"/>
    <w:rsid w:val="00E7003B"/>
    <w:rsid w:val="00E70853"/>
    <w:rsid w:val="00E71648"/>
    <w:rsid w:val="00E73ACB"/>
    <w:rsid w:val="00E77175"/>
    <w:rsid w:val="00E8110D"/>
    <w:rsid w:val="00E83505"/>
    <w:rsid w:val="00E873B7"/>
    <w:rsid w:val="00E90B14"/>
    <w:rsid w:val="00E90C34"/>
    <w:rsid w:val="00E91190"/>
    <w:rsid w:val="00E9250B"/>
    <w:rsid w:val="00E92E90"/>
    <w:rsid w:val="00E9325E"/>
    <w:rsid w:val="00E96263"/>
    <w:rsid w:val="00E962D3"/>
    <w:rsid w:val="00E96B16"/>
    <w:rsid w:val="00E96FA4"/>
    <w:rsid w:val="00E96FFC"/>
    <w:rsid w:val="00E972F8"/>
    <w:rsid w:val="00EA0813"/>
    <w:rsid w:val="00EA382F"/>
    <w:rsid w:val="00EA4FC0"/>
    <w:rsid w:val="00EA635F"/>
    <w:rsid w:val="00EB2F80"/>
    <w:rsid w:val="00EB486A"/>
    <w:rsid w:val="00EB4BE8"/>
    <w:rsid w:val="00EB4FC5"/>
    <w:rsid w:val="00EB692F"/>
    <w:rsid w:val="00EC336D"/>
    <w:rsid w:val="00EC4F5C"/>
    <w:rsid w:val="00EC6CAF"/>
    <w:rsid w:val="00EC6DB5"/>
    <w:rsid w:val="00EC7CAD"/>
    <w:rsid w:val="00EC7F24"/>
    <w:rsid w:val="00ED0A0C"/>
    <w:rsid w:val="00ED282F"/>
    <w:rsid w:val="00ED2BC1"/>
    <w:rsid w:val="00ED4CC9"/>
    <w:rsid w:val="00ED5527"/>
    <w:rsid w:val="00ED74A9"/>
    <w:rsid w:val="00EE00A9"/>
    <w:rsid w:val="00EE49C6"/>
    <w:rsid w:val="00EE5FED"/>
    <w:rsid w:val="00EE7519"/>
    <w:rsid w:val="00EE7F9A"/>
    <w:rsid w:val="00EF0116"/>
    <w:rsid w:val="00EF18F6"/>
    <w:rsid w:val="00EF4A9B"/>
    <w:rsid w:val="00EF647F"/>
    <w:rsid w:val="00F01B68"/>
    <w:rsid w:val="00F03C89"/>
    <w:rsid w:val="00F050F7"/>
    <w:rsid w:val="00F10E2B"/>
    <w:rsid w:val="00F13D37"/>
    <w:rsid w:val="00F21882"/>
    <w:rsid w:val="00F22AAA"/>
    <w:rsid w:val="00F23FD0"/>
    <w:rsid w:val="00F26385"/>
    <w:rsid w:val="00F26747"/>
    <w:rsid w:val="00F26B16"/>
    <w:rsid w:val="00F26C88"/>
    <w:rsid w:val="00F2706D"/>
    <w:rsid w:val="00F27B01"/>
    <w:rsid w:val="00F302A6"/>
    <w:rsid w:val="00F30C73"/>
    <w:rsid w:val="00F30DB6"/>
    <w:rsid w:val="00F31B29"/>
    <w:rsid w:val="00F31EE9"/>
    <w:rsid w:val="00F33E96"/>
    <w:rsid w:val="00F36F74"/>
    <w:rsid w:val="00F4031F"/>
    <w:rsid w:val="00F4103A"/>
    <w:rsid w:val="00F43D94"/>
    <w:rsid w:val="00F4790F"/>
    <w:rsid w:val="00F54833"/>
    <w:rsid w:val="00F559D6"/>
    <w:rsid w:val="00F56608"/>
    <w:rsid w:val="00F56C4F"/>
    <w:rsid w:val="00F57395"/>
    <w:rsid w:val="00F57AB2"/>
    <w:rsid w:val="00F6032C"/>
    <w:rsid w:val="00F60DD5"/>
    <w:rsid w:val="00F611FF"/>
    <w:rsid w:val="00F6144A"/>
    <w:rsid w:val="00F62835"/>
    <w:rsid w:val="00F63D08"/>
    <w:rsid w:val="00F64D25"/>
    <w:rsid w:val="00F64E71"/>
    <w:rsid w:val="00F670DD"/>
    <w:rsid w:val="00F67B0F"/>
    <w:rsid w:val="00F7266D"/>
    <w:rsid w:val="00F72AC1"/>
    <w:rsid w:val="00F73685"/>
    <w:rsid w:val="00F74005"/>
    <w:rsid w:val="00F74A54"/>
    <w:rsid w:val="00F822A3"/>
    <w:rsid w:val="00F82A13"/>
    <w:rsid w:val="00F83E69"/>
    <w:rsid w:val="00F859AC"/>
    <w:rsid w:val="00F86A7F"/>
    <w:rsid w:val="00F86BB1"/>
    <w:rsid w:val="00F86DE0"/>
    <w:rsid w:val="00F874A6"/>
    <w:rsid w:val="00F90BE0"/>
    <w:rsid w:val="00F952FC"/>
    <w:rsid w:val="00F96C28"/>
    <w:rsid w:val="00F96DB0"/>
    <w:rsid w:val="00FA0199"/>
    <w:rsid w:val="00FA1674"/>
    <w:rsid w:val="00FA1BB7"/>
    <w:rsid w:val="00FA3654"/>
    <w:rsid w:val="00FA50F7"/>
    <w:rsid w:val="00FA6FAB"/>
    <w:rsid w:val="00FB1804"/>
    <w:rsid w:val="00FB1ED1"/>
    <w:rsid w:val="00FB2444"/>
    <w:rsid w:val="00FB54B4"/>
    <w:rsid w:val="00FB635E"/>
    <w:rsid w:val="00FC294F"/>
    <w:rsid w:val="00FC3971"/>
    <w:rsid w:val="00FC4FA7"/>
    <w:rsid w:val="00FD11A0"/>
    <w:rsid w:val="00FD35E3"/>
    <w:rsid w:val="00FD47C2"/>
    <w:rsid w:val="00FD7A2B"/>
    <w:rsid w:val="00FE193B"/>
    <w:rsid w:val="00FE2A73"/>
    <w:rsid w:val="00FE39C2"/>
    <w:rsid w:val="00FE7B5F"/>
    <w:rsid w:val="00FF13BE"/>
    <w:rsid w:val="00FF40F1"/>
    <w:rsid w:val="00FF56AA"/>
    <w:rsid w:val="00FF77F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5E3"/>
    <w:pPr>
      <w:widowControl w:val="0"/>
      <w:jc w:val="both"/>
    </w:pPr>
    <w:rPr>
      <w:rFonts w:ascii="Times New Roman" w:hAnsi="Times New Roman"/>
      <w:szCs w:val="24"/>
    </w:rPr>
  </w:style>
  <w:style w:type="paragraph" w:styleId="Heading1">
    <w:name w:val="heading 1"/>
    <w:basedOn w:val="Normal"/>
    <w:next w:val="Normal"/>
    <w:link w:val="Heading1Char"/>
    <w:uiPriority w:val="99"/>
    <w:qFormat/>
    <w:rsid w:val="007445E3"/>
    <w:pPr>
      <w:keepNext/>
      <w:keepLines/>
      <w:spacing w:before="340" w:after="330" w:line="578" w:lineRule="auto"/>
      <w:outlineLvl w:val="0"/>
    </w:pPr>
    <w:rPr>
      <w:b/>
      <w:bCs/>
      <w:kern w:val="44"/>
      <w:sz w:val="44"/>
      <w:szCs w:val="4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445E3"/>
    <w:rPr>
      <w:rFonts w:ascii="Times New Roman" w:eastAsia="宋体" w:hAnsi="Times New Roman" w:cs="Times New Roman"/>
      <w:b/>
      <w:kern w:val="44"/>
      <w:sz w:val="44"/>
    </w:rPr>
  </w:style>
  <w:style w:type="character" w:customStyle="1" w:styleId="title21">
    <w:name w:val="title21"/>
    <w:uiPriority w:val="99"/>
    <w:rsid w:val="007445E3"/>
    <w:rPr>
      <w:rFonts w:ascii="楷体_GB2312" w:eastAsia="楷体_GB2312"/>
      <w:color w:val="FF0000"/>
      <w:sz w:val="30"/>
      <w:u w:val="none"/>
      <w:effect w:val="none"/>
    </w:rPr>
  </w:style>
  <w:style w:type="paragraph" w:styleId="Header">
    <w:name w:val="header"/>
    <w:basedOn w:val="Normal"/>
    <w:link w:val="HeaderChar"/>
    <w:uiPriority w:val="99"/>
    <w:semiHidden/>
    <w:rsid w:val="002F527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2F527F"/>
    <w:rPr>
      <w:rFonts w:ascii="Times New Roman" w:hAnsi="Times New Roman" w:cs="Times New Roman"/>
      <w:kern w:val="2"/>
      <w:sz w:val="18"/>
    </w:rPr>
  </w:style>
  <w:style w:type="paragraph" w:styleId="Footer">
    <w:name w:val="footer"/>
    <w:basedOn w:val="Normal"/>
    <w:link w:val="FooterChar"/>
    <w:uiPriority w:val="99"/>
    <w:semiHidden/>
    <w:rsid w:val="002F527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2F527F"/>
    <w:rPr>
      <w:rFonts w:ascii="Times New Roman" w:hAnsi="Times New Roman" w:cs="Times New Roman"/>
      <w:kern w:val="2"/>
      <w:sz w:val="18"/>
    </w:rPr>
  </w:style>
  <w:style w:type="paragraph" w:styleId="BalloonText">
    <w:name w:val="Balloon Text"/>
    <w:basedOn w:val="Normal"/>
    <w:link w:val="BalloonTextChar"/>
    <w:uiPriority w:val="99"/>
    <w:semiHidden/>
    <w:rsid w:val="00222F70"/>
    <w:rPr>
      <w:sz w:val="18"/>
      <w:szCs w:val="18"/>
    </w:rPr>
  </w:style>
  <w:style w:type="character" w:customStyle="1" w:styleId="BalloonTextChar">
    <w:name w:val="Balloon Text Char"/>
    <w:basedOn w:val="DefaultParagraphFont"/>
    <w:link w:val="BalloonText"/>
    <w:uiPriority w:val="99"/>
    <w:semiHidden/>
    <w:locked/>
    <w:rsid w:val="00222F70"/>
    <w:rPr>
      <w:rFonts w:ascii="Times New Roman" w:hAnsi="Times New Roman" w:cs="Times New Roman"/>
      <w:kern w:val="2"/>
      <w:sz w:val="18"/>
    </w:rPr>
  </w:style>
  <w:style w:type="paragraph" w:styleId="DocumentMap">
    <w:name w:val="Document Map"/>
    <w:basedOn w:val="Normal"/>
    <w:link w:val="DocumentMapChar"/>
    <w:uiPriority w:val="99"/>
    <w:semiHidden/>
    <w:rsid w:val="00286622"/>
    <w:rPr>
      <w:rFonts w:ascii="宋体"/>
      <w:sz w:val="18"/>
      <w:szCs w:val="18"/>
    </w:rPr>
  </w:style>
  <w:style w:type="character" w:customStyle="1" w:styleId="DocumentMapChar">
    <w:name w:val="Document Map Char"/>
    <w:basedOn w:val="DefaultParagraphFont"/>
    <w:link w:val="DocumentMap"/>
    <w:uiPriority w:val="99"/>
    <w:semiHidden/>
    <w:locked/>
    <w:rsid w:val="00286622"/>
    <w:rPr>
      <w:rFonts w:ascii="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434</Words>
  <Characters>2480</Characters>
  <Application>Microsoft Office Outlook</Application>
  <DocSecurity>0</DocSecurity>
  <Lines>0</Lines>
  <Paragraphs>0</Paragraphs>
  <ScaleCrop>false</ScaleCrop>
  <Company>xwb</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中国科学院大学研究生学位论文撰写规定</dc:title>
  <dc:subject/>
  <dc:creator>邴涛</dc:creator>
  <cp:keywords/>
  <dc:description/>
  <cp:lastModifiedBy>王新洪</cp:lastModifiedBy>
  <cp:revision>2</cp:revision>
  <cp:lastPrinted>2012-04-06T01:26:00Z</cp:lastPrinted>
  <dcterms:created xsi:type="dcterms:W3CDTF">2013-02-21T03:34:00Z</dcterms:created>
  <dcterms:modified xsi:type="dcterms:W3CDTF">2013-02-21T03:34:00Z</dcterms:modified>
</cp:coreProperties>
</file>